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80A551" w14:textId="77777777" w:rsidR="006B6B2C" w:rsidRPr="00E615D2" w:rsidRDefault="00FD63BB" w:rsidP="00FD63BB">
      <w:pPr>
        <w:tabs>
          <w:tab w:val="left" w:pos="12407"/>
        </w:tabs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ANEXA 14</w:t>
      </w:r>
    </w:p>
    <w:p w14:paraId="7B530F88" w14:textId="77777777" w:rsidR="006B6B2C" w:rsidRPr="00E615D2" w:rsidRDefault="006B6B2C" w:rsidP="006B6B2C">
      <w:pPr>
        <w:rPr>
          <w:rFonts w:ascii="Calibri" w:hAnsi="Calibri" w:cs="Calibri"/>
          <w:b/>
          <w:sz w:val="22"/>
          <w:szCs w:val="22"/>
        </w:rPr>
      </w:pPr>
    </w:p>
    <w:p w14:paraId="3C87BF08" w14:textId="77777777" w:rsidR="006B6B2C" w:rsidRPr="00E615D2" w:rsidRDefault="006B6B2C" w:rsidP="006B6B2C">
      <w:pPr>
        <w:rPr>
          <w:rFonts w:ascii="Calibri" w:hAnsi="Calibri" w:cs="Calibri"/>
          <w:sz w:val="22"/>
          <w:szCs w:val="22"/>
        </w:rPr>
      </w:pPr>
    </w:p>
    <w:p w14:paraId="3EB85BAA" w14:textId="77777777" w:rsidR="001726E9" w:rsidRDefault="001726E9" w:rsidP="00695B5E">
      <w:pPr>
        <w:rPr>
          <w:rFonts w:ascii="Calibri" w:hAnsi="Calibri" w:cs="Calibri"/>
          <w:sz w:val="22"/>
          <w:szCs w:val="22"/>
        </w:rPr>
      </w:pPr>
    </w:p>
    <w:p w14:paraId="41A166B8" w14:textId="77777777" w:rsidR="00454743" w:rsidRDefault="00454743" w:rsidP="00454743">
      <w:pPr>
        <w:jc w:val="center"/>
        <w:rPr>
          <w:rFonts w:ascii="Calibri" w:hAnsi="Calibri" w:cs="Calibri"/>
          <w:b/>
          <w:sz w:val="44"/>
          <w:szCs w:val="44"/>
        </w:rPr>
      </w:pPr>
      <w:r w:rsidRPr="00DD7B14">
        <w:rPr>
          <w:rFonts w:ascii="Calibri" w:hAnsi="Calibri" w:cs="Calibri"/>
          <w:b/>
          <w:sz w:val="44"/>
          <w:szCs w:val="44"/>
        </w:rPr>
        <w:t xml:space="preserve">PROGRAMUL „REGIUNEA CENTRU” 2021 </w:t>
      </w:r>
      <w:r>
        <w:rPr>
          <w:rFonts w:ascii="Calibri" w:hAnsi="Calibri" w:cs="Calibri"/>
          <w:b/>
          <w:sz w:val="44"/>
          <w:szCs w:val="44"/>
        </w:rPr>
        <w:t>–</w:t>
      </w:r>
      <w:r w:rsidRPr="00DD7B14">
        <w:rPr>
          <w:rFonts w:ascii="Calibri" w:hAnsi="Calibri" w:cs="Calibri"/>
          <w:b/>
          <w:sz w:val="44"/>
          <w:szCs w:val="44"/>
        </w:rPr>
        <w:t xml:space="preserve"> 2027</w:t>
      </w:r>
    </w:p>
    <w:p w14:paraId="67EE7224" w14:textId="77777777" w:rsidR="001726E9" w:rsidRDefault="001726E9" w:rsidP="001726E9">
      <w:pPr>
        <w:jc w:val="right"/>
        <w:rPr>
          <w:rFonts w:ascii="Calibri" w:hAnsi="Calibri" w:cs="Calibri"/>
          <w:sz w:val="22"/>
          <w:szCs w:val="22"/>
        </w:rPr>
      </w:pPr>
    </w:p>
    <w:p w14:paraId="419DABFD" w14:textId="77777777" w:rsidR="001726E9" w:rsidRDefault="001726E9" w:rsidP="001726E9">
      <w:pPr>
        <w:rPr>
          <w:rFonts w:ascii="Calibri" w:hAnsi="Calibri" w:cs="Calibri"/>
          <w:sz w:val="22"/>
          <w:szCs w:val="22"/>
        </w:rPr>
      </w:pPr>
    </w:p>
    <w:p w14:paraId="58DBEBBD" w14:textId="77777777" w:rsidR="00D77FEF" w:rsidRDefault="009164A5" w:rsidP="00DD7B14">
      <w:pPr>
        <w:jc w:val="center"/>
        <w:rPr>
          <w:rFonts w:ascii="Calibri" w:hAnsi="Calibri" w:cs="Calibri"/>
          <w:b/>
          <w:sz w:val="80"/>
          <w:szCs w:val="80"/>
        </w:rPr>
      </w:pPr>
      <w:r>
        <w:rPr>
          <w:rFonts w:ascii="Calibri" w:hAnsi="Calibri" w:cs="Calibri"/>
          <w:b/>
          <w:sz w:val="80"/>
          <w:szCs w:val="80"/>
        </w:rPr>
        <w:t xml:space="preserve">PLANUL DE MONITORIZARE AL </w:t>
      </w:r>
    </w:p>
    <w:p w14:paraId="07EFA1E8" w14:textId="77777777" w:rsidR="0009018B" w:rsidRPr="00454743" w:rsidRDefault="009164A5" w:rsidP="00DD7B14">
      <w:pPr>
        <w:jc w:val="center"/>
        <w:rPr>
          <w:rFonts w:ascii="Calibri" w:hAnsi="Calibri" w:cs="Calibri"/>
          <w:b/>
          <w:sz w:val="80"/>
          <w:szCs w:val="80"/>
        </w:rPr>
      </w:pPr>
      <w:r>
        <w:rPr>
          <w:rFonts w:ascii="Calibri" w:hAnsi="Calibri" w:cs="Calibri"/>
          <w:b/>
          <w:sz w:val="80"/>
          <w:szCs w:val="80"/>
        </w:rPr>
        <w:t>PROIECTULUI</w:t>
      </w:r>
    </w:p>
    <w:p w14:paraId="0F22F882" w14:textId="77777777" w:rsidR="00DD7B14" w:rsidRPr="00DD7B14" w:rsidRDefault="00DD7B14" w:rsidP="00DD7B14">
      <w:pPr>
        <w:jc w:val="center"/>
        <w:rPr>
          <w:rFonts w:ascii="Calibri" w:hAnsi="Calibri" w:cs="Calibri"/>
          <w:b/>
          <w:sz w:val="44"/>
          <w:szCs w:val="44"/>
        </w:rPr>
      </w:pPr>
    </w:p>
    <w:p w14:paraId="4BA441AF" w14:textId="77777777" w:rsidR="00695B5E" w:rsidRDefault="00695B5E" w:rsidP="009A760C">
      <w:pPr>
        <w:rPr>
          <w:rFonts w:ascii="Calibri" w:hAnsi="Calibri" w:cs="Calibri"/>
          <w:b/>
          <w:sz w:val="44"/>
          <w:szCs w:val="44"/>
        </w:rPr>
      </w:pPr>
    </w:p>
    <w:p w14:paraId="7778A1B9" w14:textId="77777777" w:rsidR="00695B5E" w:rsidRDefault="00695B5E" w:rsidP="009A760C">
      <w:pPr>
        <w:rPr>
          <w:rFonts w:ascii="Calibri" w:hAnsi="Calibri" w:cs="Calibri"/>
          <w:b/>
          <w:sz w:val="44"/>
          <w:szCs w:val="44"/>
        </w:rPr>
      </w:pPr>
    </w:p>
    <w:p w14:paraId="69E13D86" w14:textId="77777777" w:rsidR="00DD7B14" w:rsidRDefault="00DD7B14" w:rsidP="009A760C">
      <w:pPr>
        <w:jc w:val="both"/>
        <w:rPr>
          <w:rFonts w:ascii="Calibri" w:hAnsi="Calibri" w:cs="Calibri"/>
        </w:rPr>
      </w:pPr>
    </w:p>
    <w:p w14:paraId="01023FAF" w14:textId="77777777" w:rsidR="009164A5" w:rsidRDefault="009164A5" w:rsidP="009A760C">
      <w:pPr>
        <w:jc w:val="both"/>
        <w:rPr>
          <w:rFonts w:ascii="Calibri" w:hAnsi="Calibri" w:cs="Calibri"/>
        </w:rPr>
      </w:pPr>
    </w:p>
    <w:p w14:paraId="4E51D5AB" w14:textId="77777777" w:rsidR="009164A5" w:rsidRPr="009A760C" w:rsidRDefault="009164A5" w:rsidP="009A760C">
      <w:pPr>
        <w:jc w:val="both"/>
        <w:rPr>
          <w:rFonts w:ascii="Calibri" w:hAnsi="Calibri" w:cs="Calibri"/>
        </w:rPr>
      </w:pPr>
    </w:p>
    <w:p w14:paraId="347EEAB2" w14:textId="77777777" w:rsidR="009A760C" w:rsidRDefault="009A760C" w:rsidP="00390E47">
      <w:pPr>
        <w:rPr>
          <w:rFonts w:ascii="Calibri" w:hAnsi="Calibri" w:cs="Calibri"/>
          <w:b/>
        </w:rPr>
      </w:pPr>
    </w:p>
    <w:p w14:paraId="03FE9159" w14:textId="77777777" w:rsidR="000E59DA" w:rsidRPr="00695B5E" w:rsidRDefault="000E59DA" w:rsidP="00390E47">
      <w:pPr>
        <w:rPr>
          <w:rFonts w:ascii="Calibri" w:hAnsi="Calibri" w:cs="Calibri"/>
          <w:b/>
        </w:rPr>
      </w:pPr>
    </w:p>
    <w:p w14:paraId="581ABF46" w14:textId="77777777" w:rsidR="00695B5E" w:rsidRDefault="00695B5E" w:rsidP="00390E47">
      <w:pPr>
        <w:rPr>
          <w:rFonts w:ascii="Calibri" w:hAnsi="Calibri" w:cs="Calibri"/>
          <w:b/>
          <w:sz w:val="44"/>
          <w:szCs w:val="44"/>
        </w:rPr>
      </w:pPr>
    </w:p>
    <w:p w14:paraId="1528C643" w14:textId="77777777" w:rsidR="009A760C" w:rsidRPr="00695B5E" w:rsidRDefault="009A760C" w:rsidP="00695B5E">
      <w:pPr>
        <w:jc w:val="center"/>
        <w:rPr>
          <w:rFonts w:ascii="Calibri" w:hAnsi="Calibri" w:cs="Calibri"/>
          <w:b/>
        </w:rPr>
      </w:pPr>
    </w:p>
    <w:p w14:paraId="584AA60C" w14:textId="77777777" w:rsidR="00E66501" w:rsidRDefault="00E66501" w:rsidP="00390E47">
      <w:pPr>
        <w:jc w:val="both"/>
        <w:rPr>
          <w:rFonts w:ascii="Calibri" w:hAnsi="Calibri" w:cs="Calibri"/>
        </w:rPr>
      </w:pPr>
    </w:p>
    <w:p w14:paraId="42D0EC8E" w14:textId="77777777" w:rsidR="00B71552" w:rsidRDefault="00B71552" w:rsidP="00390E47">
      <w:pPr>
        <w:jc w:val="both"/>
        <w:rPr>
          <w:rFonts w:ascii="Calibri" w:hAnsi="Calibri" w:cs="Calibri"/>
        </w:rPr>
      </w:pPr>
    </w:p>
    <w:p w14:paraId="640FE763" w14:textId="77777777" w:rsidR="00E66501" w:rsidRDefault="00E66501" w:rsidP="00E66501">
      <w:pPr>
        <w:jc w:val="both"/>
        <w:rPr>
          <w:rFonts w:ascii="Calibri" w:hAnsi="Calibri" w:cs="Calibri"/>
          <w:lang w:val="en-US"/>
        </w:rPr>
      </w:pPr>
    </w:p>
    <w:p w14:paraId="512CBF12" w14:textId="77777777" w:rsidR="00E66501" w:rsidRDefault="00E66501" w:rsidP="00E66501">
      <w:pPr>
        <w:jc w:val="both"/>
        <w:rPr>
          <w:rFonts w:ascii="Calibri" w:hAnsi="Calibri" w:cs="Calibri"/>
          <w:lang w:val="en-US"/>
        </w:rPr>
      </w:pPr>
    </w:p>
    <w:tbl>
      <w:tblPr>
        <w:tblW w:w="14601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099"/>
        <w:gridCol w:w="1162"/>
        <w:gridCol w:w="2268"/>
        <w:gridCol w:w="2410"/>
        <w:gridCol w:w="2693"/>
        <w:gridCol w:w="1985"/>
        <w:gridCol w:w="1417"/>
      </w:tblGrid>
      <w:tr w:rsidR="0092458F" w:rsidRPr="00B7289C" w14:paraId="2187ADF3" w14:textId="77777777" w:rsidTr="00CE7A19">
        <w:trPr>
          <w:tblHeader/>
        </w:trPr>
        <w:tc>
          <w:tcPr>
            <w:tcW w:w="567" w:type="dxa"/>
            <w:shd w:val="clear" w:color="auto" w:fill="auto"/>
          </w:tcPr>
          <w:p w14:paraId="3CAAE3EA" w14:textId="77777777" w:rsidR="0092458F" w:rsidRPr="00B7289C" w:rsidRDefault="0092458F" w:rsidP="00B7289C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B7289C">
              <w:rPr>
                <w:rFonts w:ascii="Calibri" w:hAnsi="Calibri" w:cs="Calibri"/>
                <w:b/>
                <w:sz w:val="22"/>
                <w:szCs w:val="22"/>
              </w:rPr>
              <w:t>Nr. crt.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F661B3" w14:textId="77777777" w:rsidR="0092458F" w:rsidRPr="00B7289C" w:rsidRDefault="0092458F" w:rsidP="00B7289C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7289C">
              <w:rPr>
                <w:rFonts w:ascii="Calibri" w:hAnsi="Calibri" w:cs="Calibri"/>
                <w:b/>
                <w:bCs/>
                <w:sz w:val="22"/>
                <w:szCs w:val="22"/>
              </w:rPr>
              <w:t>Indicator de etapă / cod indicator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0ED3C3" w14:textId="77777777" w:rsidR="0092458F" w:rsidRPr="00B7289C" w:rsidRDefault="0092458F" w:rsidP="00B7289C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7289C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Tip indicator de etapă (calitativ/cantitativ/valoric)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DEC179" w14:textId="77777777" w:rsidR="0092458F" w:rsidRPr="00B7289C" w:rsidRDefault="0092458F" w:rsidP="00B7289C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7289C">
              <w:rPr>
                <w:rFonts w:ascii="Calibri" w:hAnsi="Calibri" w:cs="Calibri"/>
                <w:b/>
                <w:bCs/>
                <w:sz w:val="22"/>
                <w:szCs w:val="22"/>
              </w:rPr>
              <w:t>Descriere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B12370" w14:textId="77777777" w:rsidR="0092458F" w:rsidRPr="00B7289C" w:rsidRDefault="0092458F" w:rsidP="00B7289C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7289C">
              <w:rPr>
                <w:rFonts w:ascii="Calibri" w:hAnsi="Calibri" w:cs="Calibri"/>
                <w:b/>
                <w:bCs/>
                <w:sz w:val="22"/>
                <w:szCs w:val="22"/>
              </w:rPr>
              <w:t>Criteriu de validare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A9497E" w14:textId="77777777" w:rsidR="0092458F" w:rsidRPr="00B7289C" w:rsidRDefault="0092458F" w:rsidP="00B7289C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7289C">
              <w:rPr>
                <w:rFonts w:ascii="Calibri" w:hAnsi="Calibri" w:cs="Calibri"/>
                <w:b/>
                <w:bCs/>
                <w:sz w:val="22"/>
                <w:szCs w:val="22"/>
              </w:rPr>
              <w:t>Termen de realizare</w:t>
            </w:r>
          </w:p>
          <w:p w14:paraId="53753D64" w14:textId="77777777" w:rsidR="0092458F" w:rsidRPr="00B7289C" w:rsidRDefault="008275D5" w:rsidP="00B7289C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7289C">
              <w:rPr>
                <w:rFonts w:ascii="Calibri" w:hAnsi="Calibri" w:cs="Calibri"/>
                <w:b/>
                <w:bCs/>
                <w:sz w:val="22"/>
                <w:szCs w:val="22"/>
              </w:rPr>
              <w:t>(dată calendaristică)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C0FE44" w14:textId="77777777" w:rsidR="0092458F" w:rsidRPr="00B7289C" w:rsidRDefault="0092458F" w:rsidP="00B7289C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7289C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Documente/dovezi  care probează îndeplinirea criteriilor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E767D9" w14:textId="77777777" w:rsidR="0092458F" w:rsidRPr="00B7289C" w:rsidRDefault="008275D5" w:rsidP="00B7289C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7289C">
              <w:rPr>
                <w:rFonts w:ascii="Calibri" w:hAnsi="Calibri" w:cs="Calibri"/>
                <w:b/>
                <w:bCs/>
                <w:sz w:val="22"/>
                <w:szCs w:val="22"/>
              </w:rPr>
              <w:t>Ț</w:t>
            </w:r>
            <w:r w:rsidR="0092458F" w:rsidRPr="00B7289C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inta finala indicator de </w:t>
            </w:r>
            <w:r w:rsidR="0092458F" w:rsidRPr="001D19C5">
              <w:rPr>
                <w:rFonts w:ascii="Calibri" w:hAnsi="Calibri" w:cs="Calibri"/>
                <w:b/>
                <w:bCs/>
                <w:sz w:val="22"/>
                <w:szCs w:val="22"/>
              </w:rPr>
              <w:t>realizare</w:t>
            </w:r>
            <w:r w:rsidR="00241876" w:rsidRPr="001D19C5">
              <w:rPr>
                <w:rFonts w:ascii="Calibri" w:hAnsi="Calibri" w:cs="Calibri"/>
                <w:b/>
                <w:bCs/>
                <w:sz w:val="22"/>
                <w:szCs w:val="22"/>
              </w:rPr>
              <w:t>/ rezultat</w:t>
            </w:r>
          </w:p>
        </w:tc>
      </w:tr>
      <w:tr w:rsidR="0092458F" w:rsidRPr="00B7289C" w14:paraId="56C20EC6" w14:textId="77777777" w:rsidTr="00CE7A19">
        <w:tc>
          <w:tcPr>
            <w:tcW w:w="567" w:type="dxa"/>
            <w:shd w:val="clear" w:color="auto" w:fill="auto"/>
          </w:tcPr>
          <w:p w14:paraId="6D290D01" w14:textId="370AF535" w:rsidR="0092458F" w:rsidRPr="00B05D01" w:rsidRDefault="0092458F" w:rsidP="00B7289C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099" w:type="dxa"/>
            <w:shd w:val="clear" w:color="auto" w:fill="auto"/>
          </w:tcPr>
          <w:p w14:paraId="5AE4D560" w14:textId="049BD109" w:rsidR="0092458F" w:rsidRPr="00B05D01" w:rsidRDefault="00AF644F" w:rsidP="00B7289C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05D01">
              <w:rPr>
                <w:rFonts w:ascii="Calibri" w:hAnsi="Calibri" w:cs="Calibri"/>
                <w:sz w:val="22"/>
                <w:szCs w:val="22"/>
              </w:rPr>
              <w:t>Depunerea dosar</w:t>
            </w:r>
            <w:r w:rsidR="00A40D00" w:rsidRPr="00B05D01">
              <w:rPr>
                <w:rFonts w:ascii="Calibri" w:hAnsi="Calibri" w:cs="Calibri"/>
                <w:sz w:val="22"/>
                <w:szCs w:val="22"/>
              </w:rPr>
              <w:t>elor</w:t>
            </w:r>
            <w:r w:rsidRPr="00B05D01">
              <w:rPr>
                <w:rFonts w:ascii="Calibri" w:hAnsi="Calibri" w:cs="Calibri"/>
                <w:sz w:val="22"/>
                <w:szCs w:val="22"/>
              </w:rPr>
              <w:t xml:space="preserve"> de achiziție </w:t>
            </w:r>
            <w:r w:rsidR="00A40D00" w:rsidRPr="00B05D01">
              <w:rPr>
                <w:rFonts w:ascii="Calibri" w:hAnsi="Calibri" w:cs="Calibri"/>
                <w:sz w:val="22"/>
                <w:szCs w:val="22"/>
              </w:rPr>
              <w:t>pentru toate cheltuielile</w:t>
            </w:r>
            <w:r w:rsidR="003A4F9A">
              <w:rPr>
                <w:rFonts w:ascii="Calibri" w:hAnsi="Calibri" w:cs="Calibri"/>
                <w:sz w:val="22"/>
                <w:szCs w:val="22"/>
              </w:rPr>
              <w:t xml:space="preserve"> eligibile</w:t>
            </w:r>
            <w:r w:rsidR="00A40D00" w:rsidRPr="00B05D01">
              <w:rPr>
                <w:rFonts w:ascii="Calibri" w:hAnsi="Calibri" w:cs="Calibri"/>
                <w:sz w:val="22"/>
                <w:szCs w:val="22"/>
              </w:rPr>
              <w:t xml:space="preserve"> efectuate înainte de semnarea</w:t>
            </w:r>
            <w:r w:rsidR="008275D5" w:rsidRPr="00B05D01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A40D00" w:rsidRPr="00B05D01">
              <w:rPr>
                <w:rFonts w:ascii="Calibri" w:hAnsi="Calibri" w:cs="Calibri"/>
                <w:sz w:val="22"/>
                <w:szCs w:val="22"/>
              </w:rPr>
              <w:t>contractului de finanțare</w:t>
            </w:r>
          </w:p>
        </w:tc>
        <w:tc>
          <w:tcPr>
            <w:tcW w:w="1162" w:type="dxa"/>
            <w:shd w:val="clear" w:color="auto" w:fill="auto"/>
          </w:tcPr>
          <w:p w14:paraId="17DAA103" w14:textId="77777777" w:rsidR="0092458F" w:rsidRPr="00B05D01" w:rsidRDefault="00AF644F" w:rsidP="00B7289C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05D01">
              <w:rPr>
                <w:rFonts w:ascii="Calibri" w:hAnsi="Calibri" w:cs="Calibri"/>
                <w:sz w:val="22"/>
                <w:szCs w:val="22"/>
              </w:rPr>
              <w:t xml:space="preserve">Cantitativ </w:t>
            </w:r>
          </w:p>
        </w:tc>
        <w:tc>
          <w:tcPr>
            <w:tcW w:w="2268" w:type="dxa"/>
            <w:shd w:val="clear" w:color="auto" w:fill="auto"/>
          </w:tcPr>
          <w:p w14:paraId="395FC176" w14:textId="77777777" w:rsidR="0092458F" w:rsidRPr="00B05D01" w:rsidRDefault="005312BF" w:rsidP="00B7289C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05D01">
              <w:rPr>
                <w:rFonts w:ascii="Calibri" w:hAnsi="Calibri" w:cs="Calibri"/>
                <w:sz w:val="22"/>
                <w:szCs w:val="22"/>
              </w:rPr>
              <w:t xml:space="preserve">Depunerea spre verificare la AM PR Centru a </w:t>
            </w:r>
            <w:r w:rsidR="00715F3A" w:rsidRPr="00B05D01">
              <w:rPr>
                <w:rFonts w:ascii="Calibri" w:hAnsi="Calibri" w:cs="Calibri"/>
                <w:sz w:val="22"/>
                <w:szCs w:val="22"/>
              </w:rPr>
              <w:t>dosarelor de achiziție pentru toate cheltuielile efectuate înainte de semnarea contractului de finanțare</w:t>
            </w:r>
          </w:p>
        </w:tc>
        <w:tc>
          <w:tcPr>
            <w:tcW w:w="2410" w:type="dxa"/>
            <w:shd w:val="clear" w:color="auto" w:fill="auto"/>
          </w:tcPr>
          <w:p w14:paraId="298DAFC0" w14:textId="77777777" w:rsidR="00A40D00" w:rsidRPr="00B05D01" w:rsidRDefault="00A40D00" w:rsidP="00B7289C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05D01">
              <w:rPr>
                <w:rFonts w:ascii="Calibri" w:hAnsi="Calibri" w:cs="Calibri"/>
                <w:sz w:val="22"/>
                <w:szCs w:val="22"/>
              </w:rPr>
              <w:t>Verificarea</w:t>
            </w:r>
            <w:r w:rsidR="00A31BC8" w:rsidRPr="00B05D01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B05D01">
              <w:rPr>
                <w:rFonts w:ascii="Calibri" w:hAnsi="Calibri" w:cs="Calibri"/>
                <w:sz w:val="22"/>
                <w:szCs w:val="22"/>
              </w:rPr>
              <w:t>transmiterii</w:t>
            </w:r>
          </w:p>
          <w:p w14:paraId="3B9C1119" w14:textId="0F5877C0" w:rsidR="0092458F" w:rsidRPr="00B05D01" w:rsidRDefault="00A31BC8" w:rsidP="00B7289C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05D01">
              <w:rPr>
                <w:rFonts w:ascii="Calibri" w:hAnsi="Calibri" w:cs="Calibri"/>
                <w:sz w:val="22"/>
                <w:szCs w:val="22"/>
              </w:rPr>
              <w:t>n</w:t>
            </w:r>
            <w:r w:rsidR="00A40D00" w:rsidRPr="00B05D01">
              <w:rPr>
                <w:rFonts w:ascii="Calibri" w:hAnsi="Calibri" w:cs="Calibri"/>
                <w:sz w:val="22"/>
                <w:szCs w:val="22"/>
              </w:rPr>
              <w:t>otificării</w:t>
            </w:r>
            <w:r w:rsidRPr="00B05D01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A40D00" w:rsidRPr="00B05D01">
              <w:rPr>
                <w:rFonts w:ascii="Calibri" w:hAnsi="Calibri" w:cs="Calibri"/>
                <w:sz w:val="22"/>
                <w:szCs w:val="22"/>
              </w:rPr>
              <w:t>/comunicării</w:t>
            </w:r>
            <w:r w:rsidRPr="00B05D01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A40D00" w:rsidRPr="00B05D01">
              <w:rPr>
                <w:rFonts w:ascii="Calibri" w:hAnsi="Calibri" w:cs="Calibri"/>
                <w:sz w:val="22"/>
                <w:szCs w:val="22"/>
              </w:rPr>
              <w:t>de depunere a</w:t>
            </w:r>
            <w:r w:rsidRPr="00B05D01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A40D00" w:rsidRPr="00B05D01">
              <w:rPr>
                <w:rFonts w:ascii="Calibri" w:hAnsi="Calibri" w:cs="Calibri"/>
                <w:sz w:val="22"/>
                <w:szCs w:val="22"/>
              </w:rPr>
              <w:t xml:space="preserve">dosarului de </w:t>
            </w:r>
            <w:r w:rsidR="00D82C57" w:rsidRPr="00B05D01">
              <w:rPr>
                <w:rFonts w:ascii="Calibri" w:hAnsi="Calibri" w:cs="Calibri"/>
                <w:sz w:val="22"/>
                <w:szCs w:val="22"/>
              </w:rPr>
              <w:t>achiziție</w:t>
            </w:r>
            <w:r w:rsidRPr="00B05D01">
              <w:rPr>
                <w:rFonts w:ascii="Calibri" w:hAnsi="Calibri" w:cs="Calibri"/>
                <w:sz w:val="22"/>
                <w:szCs w:val="22"/>
              </w:rPr>
              <w:t xml:space="preserve"> în MySMIS 2021</w:t>
            </w:r>
          </w:p>
        </w:tc>
        <w:tc>
          <w:tcPr>
            <w:tcW w:w="2693" w:type="dxa"/>
            <w:shd w:val="clear" w:color="auto" w:fill="auto"/>
          </w:tcPr>
          <w:p w14:paraId="6D48B655" w14:textId="77777777" w:rsidR="0092458F" w:rsidRPr="00B05D01" w:rsidRDefault="009E4369" w:rsidP="00B7289C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05D01">
              <w:rPr>
                <w:rFonts w:ascii="Calibri" w:hAnsi="Calibri" w:cs="Calibri"/>
                <w:sz w:val="22"/>
                <w:szCs w:val="22"/>
              </w:rPr>
              <w:t xml:space="preserve">Maxim </w:t>
            </w:r>
            <w:r w:rsidR="00A40D00" w:rsidRPr="00B05D01">
              <w:rPr>
                <w:rFonts w:ascii="Calibri" w:hAnsi="Calibri" w:cs="Calibri"/>
                <w:sz w:val="22"/>
                <w:szCs w:val="22"/>
              </w:rPr>
              <w:t>1 lună</w:t>
            </w:r>
            <w:r w:rsidR="008275D5" w:rsidRPr="00B05D01">
              <w:rPr>
                <w:rFonts w:ascii="Calibri" w:hAnsi="Calibri" w:cs="Calibri"/>
                <w:sz w:val="22"/>
                <w:szCs w:val="22"/>
              </w:rPr>
              <w:t xml:space="preserve"> de la semnarea contractului de finanțare</w:t>
            </w:r>
          </w:p>
        </w:tc>
        <w:tc>
          <w:tcPr>
            <w:tcW w:w="1985" w:type="dxa"/>
            <w:shd w:val="clear" w:color="auto" w:fill="auto"/>
          </w:tcPr>
          <w:p w14:paraId="1987DB4F" w14:textId="77777777" w:rsidR="0092458F" w:rsidRPr="00B05D01" w:rsidRDefault="001D19C5" w:rsidP="00B7289C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05D01">
              <w:rPr>
                <w:rFonts w:ascii="Calibri" w:hAnsi="Calibri" w:cs="Calibri"/>
                <w:sz w:val="22"/>
                <w:szCs w:val="22"/>
              </w:rPr>
              <w:t>Adresă înaintare/ Confirmare MySMIS 2021</w:t>
            </w:r>
          </w:p>
        </w:tc>
        <w:tc>
          <w:tcPr>
            <w:tcW w:w="1417" w:type="dxa"/>
            <w:shd w:val="clear" w:color="auto" w:fill="auto"/>
          </w:tcPr>
          <w:p w14:paraId="0BF52611" w14:textId="77777777" w:rsidR="0092458F" w:rsidRPr="00B05D01" w:rsidRDefault="0092458F" w:rsidP="00B7289C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E6436" w:rsidRPr="00B7289C" w14:paraId="6C725F05" w14:textId="77777777" w:rsidTr="003E516E">
        <w:tc>
          <w:tcPr>
            <w:tcW w:w="567" w:type="dxa"/>
            <w:shd w:val="clear" w:color="auto" w:fill="auto"/>
          </w:tcPr>
          <w:p w14:paraId="6DBDAF66" w14:textId="3A6DBB03" w:rsidR="009E6436" w:rsidRPr="00E9188B" w:rsidRDefault="009E6436" w:rsidP="009E6436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099" w:type="dxa"/>
            <w:shd w:val="clear" w:color="auto" w:fill="auto"/>
          </w:tcPr>
          <w:p w14:paraId="20FEC45B" w14:textId="600A5EBD" w:rsidR="009E6436" w:rsidRPr="00E9188B" w:rsidRDefault="009E6436" w:rsidP="009E6436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9188B">
              <w:rPr>
                <w:rFonts w:ascii="Calibri" w:hAnsi="Calibri" w:cs="Calibri"/>
                <w:sz w:val="22"/>
                <w:szCs w:val="22"/>
              </w:rPr>
              <w:t>Depunerea la AM PR Centru a dosarului de achiziție aferent contractului de execuție lucrări</w:t>
            </w:r>
            <w:r w:rsidR="00817E49">
              <w:rPr>
                <w:rFonts w:ascii="Calibri" w:hAnsi="Calibri" w:cs="Calibri"/>
                <w:sz w:val="22"/>
                <w:szCs w:val="22"/>
              </w:rPr>
              <w:t xml:space="preserve"> (doar pe</w:t>
            </w:r>
            <w:r w:rsidR="005B4667">
              <w:rPr>
                <w:rFonts w:ascii="Calibri" w:hAnsi="Calibri" w:cs="Calibri"/>
                <w:sz w:val="22"/>
                <w:szCs w:val="22"/>
              </w:rPr>
              <w:t>n</w:t>
            </w:r>
            <w:r w:rsidR="00817E49">
              <w:rPr>
                <w:rFonts w:ascii="Calibri" w:hAnsi="Calibri" w:cs="Calibri"/>
                <w:sz w:val="22"/>
                <w:szCs w:val="22"/>
              </w:rPr>
              <w:t>tru proiectele care prev</w:t>
            </w:r>
            <w:r w:rsidR="005B4667">
              <w:rPr>
                <w:rFonts w:ascii="Calibri" w:hAnsi="Calibri" w:cs="Calibri"/>
                <w:sz w:val="22"/>
                <w:szCs w:val="22"/>
              </w:rPr>
              <w:t>ăd lucrări de construcții</w:t>
            </w:r>
            <w:r w:rsidR="003A4F9A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5B4667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817E49">
              <w:rPr>
                <w:rFonts w:ascii="Calibri" w:hAnsi="Calibri" w:cs="Calibri"/>
                <w:sz w:val="22"/>
                <w:szCs w:val="22"/>
              </w:rPr>
              <w:t>)</w:t>
            </w:r>
          </w:p>
        </w:tc>
        <w:tc>
          <w:tcPr>
            <w:tcW w:w="1162" w:type="dxa"/>
            <w:shd w:val="clear" w:color="auto" w:fill="auto"/>
          </w:tcPr>
          <w:p w14:paraId="68BFAAE7" w14:textId="77777777" w:rsidR="009E6436" w:rsidRPr="00E9188B" w:rsidRDefault="009E6436" w:rsidP="009E6436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9188B">
              <w:rPr>
                <w:rFonts w:ascii="Calibri" w:hAnsi="Calibri" w:cs="Calibri"/>
                <w:sz w:val="22"/>
                <w:szCs w:val="22"/>
              </w:rPr>
              <w:t>Cantitativ</w:t>
            </w:r>
          </w:p>
        </w:tc>
        <w:tc>
          <w:tcPr>
            <w:tcW w:w="2268" w:type="dxa"/>
            <w:shd w:val="clear" w:color="auto" w:fill="auto"/>
          </w:tcPr>
          <w:p w14:paraId="1C0C4393" w14:textId="77777777" w:rsidR="009E6436" w:rsidRPr="00E9188B" w:rsidRDefault="009E6436" w:rsidP="009E6436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9188B">
              <w:rPr>
                <w:rFonts w:ascii="Calibri" w:hAnsi="Calibri" w:cs="Calibri"/>
                <w:sz w:val="22"/>
                <w:szCs w:val="22"/>
              </w:rPr>
              <w:t>Depunerea spre verificare la AM PR Centru a dosarului de achiziție aferent contractului de execuție lucrări</w:t>
            </w:r>
          </w:p>
        </w:tc>
        <w:tc>
          <w:tcPr>
            <w:tcW w:w="2410" w:type="dxa"/>
            <w:shd w:val="clear" w:color="auto" w:fill="auto"/>
          </w:tcPr>
          <w:p w14:paraId="1D892836" w14:textId="77777777" w:rsidR="009E6436" w:rsidRPr="00E9188B" w:rsidRDefault="009E6436" w:rsidP="009E6436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9188B">
              <w:rPr>
                <w:rFonts w:ascii="Calibri" w:hAnsi="Calibri" w:cs="Calibri"/>
                <w:sz w:val="22"/>
                <w:szCs w:val="22"/>
              </w:rPr>
              <w:t>Verificarea transmiterii</w:t>
            </w:r>
          </w:p>
          <w:p w14:paraId="31D84FDF" w14:textId="7AF6CB00" w:rsidR="009E6436" w:rsidRPr="00E9188B" w:rsidRDefault="009E6436" w:rsidP="009E6436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9188B">
              <w:rPr>
                <w:rFonts w:ascii="Calibri" w:hAnsi="Calibri" w:cs="Calibri"/>
                <w:sz w:val="22"/>
                <w:szCs w:val="22"/>
              </w:rPr>
              <w:t xml:space="preserve">notificării /comunicării de depunere a dosarului de </w:t>
            </w:r>
            <w:r w:rsidR="00D82C57" w:rsidRPr="00E9188B">
              <w:rPr>
                <w:rFonts w:ascii="Calibri" w:hAnsi="Calibri" w:cs="Calibri"/>
                <w:sz w:val="22"/>
                <w:szCs w:val="22"/>
              </w:rPr>
              <w:t>achiziție</w:t>
            </w:r>
            <w:r w:rsidRPr="00E9188B">
              <w:rPr>
                <w:rFonts w:ascii="Calibri" w:hAnsi="Calibri" w:cs="Calibri"/>
                <w:sz w:val="22"/>
                <w:szCs w:val="22"/>
              </w:rPr>
              <w:t xml:space="preserve"> în MySMIS 2021</w:t>
            </w:r>
          </w:p>
        </w:tc>
        <w:tc>
          <w:tcPr>
            <w:tcW w:w="2693" w:type="dxa"/>
            <w:shd w:val="clear" w:color="auto" w:fill="FFFFFF"/>
          </w:tcPr>
          <w:p w14:paraId="1F1AB96C" w14:textId="1CF8B13D" w:rsidR="00666EE0" w:rsidRPr="00CB171B" w:rsidRDefault="00753B74" w:rsidP="00666EE0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CB171B">
              <w:rPr>
                <w:rFonts w:ascii="Calibri" w:hAnsi="Calibri" w:cs="Calibri"/>
                <w:sz w:val="22"/>
                <w:szCs w:val="22"/>
              </w:rPr>
              <w:t>Se va completa de către beneficiar, dar nu mai tarziu de</w:t>
            </w:r>
            <w:r w:rsidR="003B3462" w:rsidRPr="00CB171B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3A4F9A">
              <w:rPr>
                <w:rFonts w:ascii="Calibri" w:hAnsi="Calibri" w:cs="Calibri"/>
                <w:sz w:val="22"/>
                <w:szCs w:val="22"/>
              </w:rPr>
              <w:t>3</w:t>
            </w:r>
            <w:r w:rsidR="003B3462" w:rsidRPr="00CB171B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CB171B">
              <w:rPr>
                <w:rFonts w:ascii="Calibri" w:hAnsi="Calibri" w:cs="Calibri"/>
                <w:sz w:val="22"/>
                <w:szCs w:val="22"/>
              </w:rPr>
              <w:t xml:space="preserve">luni de la semnarea contractului de </w:t>
            </w:r>
            <w:r w:rsidR="003B3462" w:rsidRPr="00CB171B">
              <w:rPr>
                <w:rFonts w:ascii="Calibri" w:hAnsi="Calibri" w:cs="Calibri"/>
                <w:sz w:val="22"/>
                <w:szCs w:val="22"/>
              </w:rPr>
              <w:t>finanțare</w:t>
            </w:r>
          </w:p>
          <w:p w14:paraId="5F482259" w14:textId="77777777" w:rsidR="009E6436" w:rsidRPr="00CB171B" w:rsidRDefault="00666EE0" w:rsidP="00666EE0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CB171B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</w:tc>
        <w:tc>
          <w:tcPr>
            <w:tcW w:w="1985" w:type="dxa"/>
            <w:shd w:val="clear" w:color="auto" w:fill="auto"/>
          </w:tcPr>
          <w:p w14:paraId="6D5AA06C" w14:textId="77777777" w:rsidR="009E6436" w:rsidRPr="00E9188B" w:rsidRDefault="00666EE0" w:rsidP="009E6436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9188B">
              <w:rPr>
                <w:rFonts w:ascii="Calibri" w:hAnsi="Calibri" w:cs="Calibri"/>
                <w:sz w:val="22"/>
                <w:szCs w:val="22"/>
              </w:rPr>
              <w:t>Adresă înaintare/ Confirmare MySMIS 2021</w:t>
            </w:r>
          </w:p>
        </w:tc>
        <w:tc>
          <w:tcPr>
            <w:tcW w:w="1417" w:type="dxa"/>
            <w:shd w:val="clear" w:color="auto" w:fill="auto"/>
          </w:tcPr>
          <w:p w14:paraId="48C9453F" w14:textId="77777777" w:rsidR="009E6436" w:rsidRPr="00E9188B" w:rsidRDefault="009E6436" w:rsidP="009E6436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9188B" w:rsidRPr="00B7289C" w14:paraId="72C751D0" w14:textId="77777777" w:rsidTr="003E516E">
        <w:tc>
          <w:tcPr>
            <w:tcW w:w="567" w:type="dxa"/>
            <w:shd w:val="clear" w:color="auto" w:fill="auto"/>
          </w:tcPr>
          <w:p w14:paraId="7AB43A8C" w14:textId="1EAC23E1" w:rsidR="00E9188B" w:rsidRPr="00E9188B" w:rsidRDefault="00E9188B" w:rsidP="00E9188B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099" w:type="dxa"/>
            <w:shd w:val="clear" w:color="auto" w:fill="auto"/>
          </w:tcPr>
          <w:p w14:paraId="6F371740" w14:textId="2A8665C0" w:rsidR="00E9188B" w:rsidRPr="00E9188B" w:rsidRDefault="00E9188B" w:rsidP="00E9188B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9188B">
              <w:rPr>
                <w:rFonts w:ascii="Calibri" w:hAnsi="Calibri" w:cs="Calibri"/>
                <w:sz w:val="22"/>
                <w:szCs w:val="22"/>
              </w:rPr>
              <w:t xml:space="preserve">Depunerea la AM PR Centru a dosarului de achiziție aferent achiziției de echipamente (doar pentru proiectele care </w:t>
            </w:r>
            <w:r w:rsidRPr="00E9188B">
              <w:rPr>
                <w:rFonts w:ascii="Calibri" w:hAnsi="Calibri" w:cs="Calibri"/>
                <w:sz w:val="22"/>
                <w:szCs w:val="22"/>
              </w:rPr>
              <w:lastRenderedPageBreak/>
              <w:t>vizează activități de dotare</w:t>
            </w:r>
            <w:r w:rsidR="003A4F9A">
              <w:rPr>
                <w:rFonts w:ascii="Calibri" w:hAnsi="Calibri" w:cs="Calibri"/>
                <w:sz w:val="22"/>
                <w:szCs w:val="22"/>
              </w:rPr>
              <w:t xml:space="preserve"> și servicii</w:t>
            </w:r>
            <w:r w:rsidRPr="00E9188B">
              <w:rPr>
                <w:rFonts w:ascii="Calibri" w:hAnsi="Calibri" w:cs="Calibri"/>
                <w:sz w:val="22"/>
                <w:szCs w:val="22"/>
              </w:rPr>
              <w:t xml:space="preserve">) </w:t>
            </w:r>
          </w:p>
        </w:tc>
        <w:tc>
          <w:tcPr>
            <w:tcW w:w="1162" w:type="dxa"/>
            <w:shd w:val="clear" w:color="auto" w:fill="auto"/>
          </w:tcPr>
          <w:p w14:paraId="2F83DEF9" w14:textId="77777777" w:rsidR="00E9188B" w:rsidRPr="00E9188B" w:rsidRDefault="00E9188B" w:rsidP="00E9188B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9188B">
              <w:rPr>
                <w:rFonts w:ascii="Calibri" w:hAnsi="Calibri" w:cs="Calibri"/>
                <w:sz w:val="22"/>
                <w:szCs w:val="22"/>
              </w:rPr>
              <w:lastRenderedPageBreak/>
              <w:t>Cantitativ</w:t>
            </w:r>
          </w:p>
        </w:tc>
        <w:tc>
          <w:tcPr>
            <w:tcW w:w="2268" w:type="dxa"/>
            <w:shd w:val="clear" w:color="auto" w:fill="auto"/>
          </w:tcPr>
          <w:p w14:paraId="710DBF82" w14:textId="77777777" w:rsidR="00E9188B" w:rsidRPr="00E9188B" w:rsidRDefault="00E9188B" w:rsidP="00E9188B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9188B">
              <w:rPr>
                <w:rFonts w:ascii="Calibri" w:hAnsi="Calibri" w:cs="Calibri"/>
                <w:sz w:val="22"/>
                <w:szCs w:val="22"/>
              </w:rPr>
              <w:t>Depunerea spre verificare la AM PR Centru a dosarului de achiziție aferent contractului de achiziție echipamente</w:t>
            </w:r>
          </w:p>
        </w:tc>
        <w:tc>
          <w:tcPr>
            <w:tcW w:w="2410" w:type="dxa"/>
            <w:shd w:val="clear" w:color="auto" w:fill="auto"/>
          </w:tcPr>
          <w:p w14:paraId="3778E240" w14:textId="77777777" w:rsidR="00E9188B" w:rsidRPr="00E9188B" w:rsidRDefault="00E9188B" w:rsidP="00E9188B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9188B">
              <w:rPr>
                <w:rFonts w:ascii="Calibri" w:hAnsi="Calibri" w:cs="Calibri"/>
                <w:sz w:val="22"/>
                <w:szCs w:val="22"/>
              </w:rPr>
              <w:t>Verificarea transmiterii</w:t>
            </w:r>
          </w:p>
          <w:p w14:paraId="338C8D30" w14:textId="77777777" w:rsidR="00E9188B" w:rsidRPr="00E9188B" w:rsidRDefault="00E9188B" w:rsidP="00E9188B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9188B">
              <w:rPr>
                <w:rFonts w:ascii="Calibri" w:hAnsi="Calibri" w:cs="Calibri"/>
                <w:sz w:val="22"/>
                <w:szCs w:val="22"/>
              </w:rPr>
              <w:t>notificării /comunicării de depunere a dosarului de achizitie în MySMIS 2021</w:t>
            </w:r>
          </w:p>
        </w:tc>
        <w:tc>
          <w:tcPr>
            <w:tcW w:w="2693" w:type="dxa"/>
            <w:shd w:val="clear" w:color="auto" w:fill="FFFFFF"/>
          </w:tcPr>
          <w:p w14:paraId="5ABA51DF" w14:textId="3C05A8A2" w:rsidR="00E9188B" w:rsidRPr="00CB171B" w:rsidRDefault="00E9188B" w:rsidP="00E9188B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CB171B">
              <w:rPr>
                <w:rFonts w:ascii="Calibri" w:hAnsi="Calibri" w:cs="Calibri"/>
                <w:sz w:val="22"/>
                <w:szCs w:val="22"/>
              </w:rPr>
              <w:t xml:space="preserve">Se va completa de către beneficiar, dar nu mai tarziu de </w:t>
            </w:r>
            <w:r w:rsidR="003A4F9A">
              <w:rPr>
                <w:rFonts w:ascii="Calibri" w:hAnsi="Calibri" w:cs="Calibri"/>
                <w:sz w:val="22"/>
                <w:szCs w:val="22"/>
              </w:rPr>
              <w:t>2</w:t>
            </w:r>
            <w:r w:rsidRPr="00CB171B">
              <w:rPr>
                <w:rFonts w:ascii="Calibri" w:hAnsi="Calibri" w:cs="Calibri"/>
                <w:sz w:val="22"/>
                <w:szCs w:val="22"/>
              </w:rPr>
              <w:t xml:space="preserve"> luni de la semnarea contractului de finanțare</w:t>
            </w:r>
          </w:p>
          <w:p w14:paraId="38E3B0BA" w14:textId="77777777" w:rsidR="00E9188B" w:rsidRPr="00CB171B" w:rsidRDefault="00E9188B" w:rsidP="00E9188B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CB171B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</w:tc>
        <w:tc>
          <w:tcPr>
            <w:tcW w:w="1985" w:type="dxa"/>
            <w:shd w:val="clear" w:color="auto" w:fill="auto"/>
          </w:tcPr>
          <w:p w14:paraId="11FFABCF" w14:textId="77777777" w:rsidR="00E9188B" w:rsidRPr="00E9188B" w:rsidRDefault="00E9188B" w:rsidP="00E9188B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9188B">
              <w:rPr>
                <w:rFonts w:ascii="Calibri" w:hAnsi="Calibri" w:cs="Calibri"/>
                <w:sz w:val="22"/>
                <w:szCs w:val="22"/>
              </w:rPr>
              <w:t>Adresă înaintare/ Confirmare MySMIS 2021</w:t>
            </w:r>
          </w:p>
        </w:tc>
        <w:tc>
          <w:tcPr>
            <w:tcW w:w="1417" w:type="dxa"/>
            <w:shd w:val="clear" w:color="auto" w:fill="auto"/>
          </w:tcPr>
          <w:p w14:paraId="186EEEAE" w14:textId="77777777" w:rsidR="00E9188B" w:rsidRPr="00E9188B" w:rsidRDefault="00E9188B" w:rsidP="00E9188B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3A4F9A" w:rsidRPr="00B7289C" w14:paraId="16EDEC2F" w14:textId="77777777" w:rsidTr="00CE7A19">
        <w:tc>
          <w:tcPr>
            <w:tcW w:w="567" w:type="dxa"/>
            <w:shd w:val="clear" w:color="auto" w:fill="auto"/>
          </w:tcPr>
          <w:p w14:paraId="7AB3111D" w14:textId="77777777" w:rsidR="003A4F9A" w:rsidRPr="00B97179" w:rsidRDefault="003A4F9A" w:rsidP="003A4F9A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A4703C" w14:textId="234E1A28" w:rsidR="003A4F9A" w:rsidRPr="00B97179" w:rsidRDefault="003A4F9A" w:rsidP="003A4F9A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Demararea activității de cercetare-dezvoltare- etapa 1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727A73" w14:textId="064E444E" w:rsidR="003A4F9A" w:rsidRPr="00B97179" w:rsidRDefault="003A4F9A" w:rsidP="003A4F9A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Cantitativ</w:t>
            </w:r>
          </w:p>
        </w:tc>
        <w:tc>
          <w:tcPr>
            <w:tcW w:w="2268" w:type="dxa"/>
            <w:shd w:val="clear" w:color="auto" w:fill="auto"/>
          </w:tcPr>
          <w:p w14:paraId="77D060A5" w14:textId="039F1AAA" w:rsidR="003A4F9A" w:rsidRPr="00CB085A" w:rsidRDefault="003A4F9A" w:rsidP="003A4F9A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Notificarea AM PR Centru cu privire la demararea activității de CD</w:t>
            </w:r>
          </w:p>
        </w:tc>
        <w:tc>
          <w:tcPr>
            <w:tcW w:w="2410" w:type="dxa"/>
            <w:shd w:val="clear" w:color="auto" w:fill="auto"/>
          </w:tcPr>
          <w:p w14:paraId="1018961A" w14:textId="09CE9353" w:rsidR="003A4F9A" w:rsidRPr="00CB085A" w:rsidRDefault="003A4F9A" w:rsidP="003A4F9A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CB085A">
              <w:rPr>
                <w:rFonts w:ascii="Calibri" w:hAnsi="Calibri" w:cs="Calibri"/>
                <w:sz w:val="22"/>
                <w:szCs w:val="22"/>
              </w:rPr>
              <w:t xml:space="preserve">Verificarea transmiterii notificării </w:t>
            </w:r>
            <w:r>
              <w:rPr>
                <w:rFonts w:ascii="Calibri" w:hAnsi="Calibri" w:cs="Calibri"/>
                <w:sz w:val="22"/>
                <w:szCs w:val="22"/>
              </w:rPr>
              <w:t>cu privire la demararea activității de CD</w:t>
            </w:r>
          </w:p>
        </w:tc>
        <w:tc>
          <w:tcPr>
            <w:tcW w:w="2693" w:type="dxa"/>
            <w:shd w:val="clear" w:color="auto" w:fill="auto"/>
          </w:tcPr>
          <w:p w14:paraId="3D7DA465" w14:textId="77777777" w:rsidR="00B15ADE" w:rsidRDefault="003A4F9A" w:rsidP="00B15ADE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CB085A">
              <w:rPr>
                <w:rFonts w:ascii="Calibri" w:hAnsi="Calibri" w:cs="Calibri"/>
                <w:sz w:val="22"/>
                <w:szCs w:val="22"/>
              </w:rPr>
              <w:t>Se va completa de beneficiar, dar nu mai târziu</w:t>
            </w:r>
          </w:p>
          <w:p w14:paraId="7EB410B8" w14:textId="35CB01C5" w:rsidR="00B15ADE" w:rsidRPr="00B15ADE" w:rsidRDefault="003A4F9A" w:rsidP="00B15ADE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CB085A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B15ADE" w:rsidRPr="00B15ADE">
              <w:rPr>
                <w:rFonts w:ascii="Calibri" w:hAnsi="Calibri" w:cs="Calibri"/>
                <w:sz w:val="22"/>
                <w:szCs w:val="22"/>
              </w:rPr>
              <w:t xml:space="preserve">- </w:t>
            </w:r>
            <w:r w:rsidR="00B15ADE">
              <w:rPr>
                <w:rFonts w:ascii="Calibri" w:hAnsi="Calibri" w:cs="Calibri"/>
                <w:sz w:val="22"/>
                <w:szCs w:val="22"/>
              </w:rPr>
              <w:t>14</w:t>
            </w:r>
            <w:r w:rsidR="00B15ADE" w:rsidRPr="00B15ADE">
              <w:rPr>
                <w:rFonts w:ascii="Calibri" w:hAnsi="Calibri" w:cs="Calibri"/>
                <w:sz w:val="22"/>
                <w:szCs w:val="22"/>
              </w:rPr>
              <w:t xml:space="preserve"> luni de la semnarea contractului de finanțare pentru proiectele care vizează și lucrări de construc-ții</w:t>
            </w:r>
          </w:p>
          <w:p w14:paraId="1A43162D" w14:textId="691CF8CE" w:rsidR="003A4F9A" w:rsidRPr="00CB085A" w:rsidRDefault="00B15ADE" w:rsidP="00B15ADE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15ADE">
              <w:rPr>
                <w:rFonts w:ascii="Calibri" w:hAnsi="Calibri" w:cs="Calibri"/>
                <w:sz w:val="22"/>
                <w:szCs w:val="22"/>
              </w:rPr>
              <w:t>-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8 </w:t>
            </w:r>
            <w:r w:rsidRPr="00B15ADE">
              <w:rPr>
                <w:rFonts w:ascii="Calibri" w:hAnsi="Calibri" w:cs="Calibri"/>
                <w:sz w:val="22"/>
                <w:szCs w:val="22"/>
              </w:rPr>
              <w:t>luni de la semnarea contractului de finanțare pentru proiectele care vi-zează achiziție de echipa-mente</w:t>
            </w:r>
          </w:p>
        </w:tc>
        <w:tc>
          <w:tcPr>
            <w:tcW w:w="1985" w:type="dxa"/>
            <w:shd w:val="clear" w:color="auto" w:fill="auto"/>
          </w:tcPr>
          <w:p w14:paraId="1AB66EB4" w14:textId="10A71A5F" w:rsidR="003A4F9A" w:rsidRPr="00CB085A" w:rsidRDefault="003A4F9A" w:rsidP="003A4F9A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CB085A">
              <w:rPr>
                <w:rFonts w:ascii="Calibri" w:hAnsi="Calibri" w:cs="Calibri"/>
                <w:sz w:val="22"/>
                <w:szCs w:val="22"/>
              </w:rPr>
              <w:t>Adresă înaintare/ Confirmare MySMIS 2021</w:t>
            </w:r>
          </w:p>
        </w:tc>
        <w:tc>
          <w:tcPr>
            <w:tcW w:w="1417" w:type="dxa"/>
            <w:shd w:val="clear" w:color="auto" w:fill="auto"/>
          </w:tcPr>
          <w:p w14:paraId="63C1A543" w14:textId="77777777" w:rsidR="003A4F9A" w:rsidRPr="00CB085A" w:rsidRDefault="003A4F9A" w:rsidP="003A4F9A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9188B" w:rsidRPr="00B7289C" w14:paraId="46CBC45C" w14:textId="77777777" w:rsidTr="00CE7A19">
        <w:tc>
          <w:tcPr>
            <w:tcW w:w="567" w:type="dxa"/>
            <w:shd w:val="clear" w:color="auto" w:fill="auto"/>
          </w:tcPr>
          <w:p w14:paraId="639A9923" w14:textId="4CE934A5" w:rsidR="00E9188B" w:rsidRPr="00B97179" w:rsidRDefault="00E9188B" w:rsidP="00E9188B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F1C83B" w14:textId="77777777" w:rsidR="00E9188B" w:rsidRPr="00B97179" w:rsidRDefault="00E9188B" w:rsidP="00E9188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B97179">
              <w:rPr>
                <w:rFonts w:ascii="Calibri" w:hAnsi="Calibri" w:cs="Calibri"/>
                <w:sz w:val="22"/>
                <w:szCs w:val="22"/>
              </w:rPr>
              <w:t>Stadiu</w:t>
            </w:r>
          </w:p>
          <w:p w14:paraId="229B4438" w14:textId="77777777" w:rsidR="00E9188B" w:rsidRPr="00B97179" w:rsidRDefault="00E9188B" w:rsidP="00E9188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B97179">
              <w:rPr>
                <w:rFonts w:ascii="Calibri" w:hAnsi="Calibri" w:cs="Calibri"/>
                <w:sz w:val="22"/>
                <w:szCs w:val="22"/>
              </w:rPr>
              <w:t>financiar de</w:t>
            </w:r>
          </w:p>
          <w:p w14:paraId="3994E871" w14:textId="59D97D82" w:rsidR="00E9188B" w:rsidRPr="00B97179" w:rsidRDefault="00E9188B" w:rsidP="00E9188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B97179">
              <w:rPr>
                <w:rFonts w:ascii="Calibri" w:hAnsi="Calibri" w:cs="Calibri"/>
                <w:sz w:val="22"/>
                <w:szCs w:val="22"/>
              </w:rPr>
              <w:t xml:space="preserve">minim </w:t>
            </w:r>
            <w:r w:rsidR="008E56EE">
              <w:rPr>
                <w:rFonts w:ascii="Calibri" w:hAnsi="Calibri" w:cs="Calibri"/>
                <w:sz w:val="22"/>
                <w:szCs w:val="22"/>
              </w:rPr>
              <w:t>25</w:t>
            </w:r>
            <w:r w:rsidRPr="00B97179">
              <w:rPr>
                <w:rFonts w:ascii="Calibri" w:hAnsi="Calibri" w:cs="Calibri"/>
                <w:sz w:val="22"/>
                <w:szCs w:val="22"/>
              </w:rPr>
              <w:t>% din</w:t>
            </w:r>
          </w:p>
          <w:p w14:paraId="20A61790" w14:textId="0A9FE7E2" w:rsidR="00E9188B" w:rsidRPr="00B97179" w:rsidRDefault="00E9188B" w:rsidP="00E9188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B97179">
              <w:rPr>
                <w:rFonts w:ascii="Calibri" w:hAnsi="Calibri" w:cs="Calibri"/>
                <w:sz w:val="22"/>
                <w:szCs w:val="22"/>
              </w:rPr>
              <w:t xml:space="preserve">activitatea </w:t>
            </w:r>
            <w:r w:rsidR="0090484E">
              <w:rPr>
                <w:rFonts w:ascii="Calibri" w:hAnsi="Calibri" w:cs="Calibri"/>
                <w:sz w:val="22"/>
                <w:szCs w:val="22"/>
              </w:rPr>
              <w:t xml:space="preserve">de </w:t>
            </w:r>
            <w:r w:rsidR="008E56EE">
              <w:rPr>
                <w:rFonts w:ascii="Calibri" w:hAnsi="Calibri" w:cs="Calibri"/>
                <w:sz w:val="22"/>
                <w:szCs w:val="22"/>
              </w:rPr>
              <w:t>bază</w:t>
            </w:r>
            <w:r w:rsidRPr="00B97179">
              <w:rPr>
                <w:rFonts w:ascii="Calibri" w:hAnsi="Calibri" w:cs="Calibri"/>
                <w:sz w:val="22"/>
                <w:szCs w:val="22"/>
              </w:rPr>
              <w:t xml:space="preserve"> definită conform prevederilor Ghidului solicitantului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E2A0FE" w14:textId="77777777" w:rsidR="00E9188B" w:rsidRPr="00B97179" w:rsidRDefault="00E9188B" w:rsidP="00E9188B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97179">
              <w:rPr>
                <w:rFonts w:ascii="Calibri" w:hAnsi="Calibri" w:cs="Calibri"/>
                <w:sz w:val="22"/>
                <w:szCs w:val="22"/>
              </w:rPr>
              <w:t>Valoric</w:t>
            </w:r>
          </w:p>
        </w:tc>
        <w:tc>
          <w:tcPr>
            <w:tcW w:w="2268" w:type="dxa"/>
            <w:shd w:val="clear" w:color="auto" w:fill="auto"/>
          </w:tcPr>
          <w:p w14:paraId="7746F428" w14:textId="0FDD496B" w:rsidR="00E9188B" w:rsidRPr="00CB085A" w:rsidRDefault="00E9188B" w:rsidP="00E9188B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CB085A">
              <w:rPr>
                <w:rFonts w:ascii="Calibri" w:hAnsi="Calibri" w:cs="Calibri"/>
                <w:sz w:val="22"/>
                <w:szCs w:val="22"/>
              </w:rPr>
              <w:t xml:space="preserve">Depunerea spre decontare la AM PR Centru de cereri de rambursare/plată în cuantum de </w:t>
            </w:r>
            <w:r w:rsidR="008E56EE">
              <w:rPr>
                <w:rFonts w:ascii="Calibri" w:hAnsi="Calibri" w:cs="Calibri"/>
                <w:sz w:val="22"/>
                <w:szCs w:val="22"/>
              </w:rPr>
              <w:t>25</w:t>
            </w:r>
            <w:r w:rsidRPr="00CB085A">
              <w:rPr>
                <w:rFonts w:ascii="Calibri" w:hAnsi="Calibri" w:cs="Calibri"/>
                <w:sz w:val="22"/>
                <w:szCs w:val="22"/>
              </w:rPr>
              <w:t xml:space="preserve">% din activitatea de </w:t>
            </w:r>
            <w:r w:rsidR="008E56EE">
              <w:rPr>
                <w:rFonts w:ascii="Calibri" w:hAnsi="Calibri" w:cs="Calibri"/>
                <w:sz w:val="22"/>
                <w:szCs w:val="22"/>
              </w:rPr>
              <w:t>bază</w:t>
            </w:r>
          </w:p>
        </w:tc>
        <w:tc>
          <w:tcPr>
            <w:tcW w:w="2410" w:type="dxa"/>
            <w:shd w:val="clear" w:color="auto" w:fill="auto"/>
          </w:tcPr>
          <w:p w14:paraId="78119219" w14:textId="77777777" w:rsidR="00E9188B" w:rsidRPr="00CB085A" w:rsidRDefault="00E9188B" w:rsidP="00E9188B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CB085A">
              <w:rPr>
                <w:rFonts w:ascii="Calibri" w:hAnsi="Calibri" w:cs="Calibri"/>
                <w:sz w:val="22"/>
                <w:szCs w:val="22"/>
              </w:rPr>
              <w:t>Verificarea transmiterii notificării de depunere cereri de rambursare/ plată în MySMIS 2021</w:t>
            </w:r>
          </w:p>
        </w:tc>
        <w:tc>
          <w:tcPr>
            <w:tcW w:w="2693" w:type="dxa"/>
            <w:shd w:val="clear" w:color="auto" w:fill="auto"/>
          </w:tcPr>
          <w:p w14:paraId="28F9B301" w14:textId="77777777" w:rsidR="008E56EE" w:rsidRDefault="008E56EE" w:rsidP="008E56EE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CB085A">
              <w:rPr>
                <w:rFonts w:ascii="Calibri" w:hAnsi="Calibri" w:cs="Calibri"/>
                <w:sz w:val="22"/>
                <w:szCs w:val="22"/>
              </w:rPr>
              <w:t xml:space="preserve">Se va completa de beneficiar, dar nu mai târziu </w:t>
            </w:r>
            <w:r w:rsidRPr="00B97179">
              <w:rPr>
                <w:rFonts w:ascii="Calibri" w:hAnsi="Calibri" w:cs="Calibri"/>
                <w:sz w:val="22"/>
                <w:szCs w:val="22"/>
              </w:rPr>
              <w:t>de</w:t>
            </w:r>
            <w:r>
              <w:rPr>
                <w:rFonts w:ascii="Calibri" w:hAnsi="Calibri" w:cs="Calibri"/>
                <w:sz w:val="22"/>
                <w:szCs w:val="22"/>
              </w:rPr>
              <w:t>:</w:t>
            </w:r>
          </w:p>
          <w:p w14:paraId="0E54FD04" w14:textId="77777777" w:rsidR="008E56EE" w:rsidRDefault="008E56EE" w:rsidP="008E56EE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-</w:t>
            </w:r>
            <w:r w:rsidRPr="00B97179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18</w:t>
            </w:r>
            <w:r w:rsidRPr="00B97179">
              <w:rPr>
                <w:rFonts w:ascii="Calibri" w:hAnsi="Calibri" w:cs="Calibri"/>
                <w:sz w:val="22"/>
                <w:szCs w:val="22"/>
              </w:rPr>
              <w:t xml:space="preserve"> luni de la semnarea contractului</w:t>
            </w:r>
            <w:r w:rsidRPr="00CB085A">
              <w:rPr>
                <w:rFonts w:ascii="Calibri" w:hAnsi="Calibri" w:cs="Calibri"/>
                <w:sz w:val="22"/>
                <w:szCs w:val="22"/>
              </w:rPr>
              <w:t xml:space="preserve"> de finanțare </w:t>
            </w:r>
            <w:r>
              <w:rPr>
                <w:rFonts w:ascii="Calibri" w:hAnsi="Calibri" w:cs="Calibri"/>
                <w:sz w:val="22"/>
                <w:szCs w:val="22"/>
              </w:rPr>
              <w:t>pentru proiectele care vizează și lucrări de construcții</w:t>
            </w:r>
          </w:p>
          <w:p w14:paraId="551EB4C1" w14:textId="6D7B3926" w:rsidR="00E9188B" w:rsidRPr="00CB085A" w:rsidRDefault="008E56EE" w:rsidP="008E56EE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-12 luni </w:t>
            </w:r>
            <w:r w:rsidRPr="00B97179">
              <w:rPr>
                <w:rFonts w:ascii="Calibri" w:hAnsi="Calibri" w:cs="Calibri"/>
                <w:sz w:val="22"/>
                <w:szCs w:val="22"/>
              </w:rPr>
              <w:t>de la semnarea contractului</w:t>
            </w:r>
            <w:r w:rsidRPr="00CB085A">
              <w:rPr>
                <w:rFonts w:ascii="Calibri" w:hAnsi="Calibri" w:cs="Calibri"/>
                <w:sz w:val="22"/>
                <w:szCs w:val="22"/>
              </w:rPr>
              <w:t xml:space="preserve"> de finanțare </w:t>
            </w:r>
            <w:r>
              <w:rPr>
                <w:rFonts w:ascii="Calibri" w:hAnsi="Calibri" w:cs="Calibri"/>
                <w:sz w:val="22"/>
                <w:szCs w:val="22"/>
              </w:rPr>
              <w:t>pentru proiectele care vizează achiziție de echipamente</w:t>
            </w:r>
          </w:p>
        </w:tc>
        <w:tc>
          <w:tcPr>
            <w:tcW w:w="1985" w:type="dxa"/>
            <w:shd w:val="clear" w:color="auto" w:fill="auto"/>
          </w:tcPr>
          <w:p w14:paraId="16092AB4" w14:textId="69C88DAB" w:rsidR="00E9188B" w:rsidRPr="00CB085A" w:rsidRDefault="00E9188B" w:rsidP="00E9188B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CB085A">
              <w:rPr>
                <w:rFonts w:ascii="Calibri" w:hAnsi="Calibri" w:cs="Calibri"/>
                <w:sz w:val="22"/>
                <w:szCs w:val="22"/>
              </w:rPr>
              <w:t>Adresă înaintare/ Confirmare MySMIS 2021</w:t>
            </w:r>
            <w:r w:rsidR="00B15ADE">
              <w:rPr>
                <w:rFonts w:ascii="Calibri" w:hAnsi="Calibri" w:cs="Calibri"/>
                <w:sz w:val="22"/>
                <w:szCs w:val="22"/>
              </w:rPr>
              <w:t xml:space="preserve">              </w:t>
            </w:r>
            <w:r w:rsidR="00B15ADE">
              <w:rPr>
                <w:rFonts w:ascii="Calibri" w:hAnsi="Calibri" w:cs="Calibri"/>
                <w:sz w:val="22"/>
                <w:szCs w:val="22"/>
              </w:rPr>
              <w:t>R</w:t>
            </w:r>
            <w:r w:rsidR="00B15ADE" w:rsidRPr="00CA5993">
              <w:rPr>
                <w:rFonts w:ascii="Calibri" w:hAnsi="Calibri" w:cs="Calibri"/>
                <w:sz w:val="22"/>
                <w:szCs w:val="22"/>
              </w:rPr>
              <w:t>aportul de vizită la locația de implementare a proiectului</w:t>
            </w:r>
          </w:p>
        </w:tc>
        <w:tc>
          <w:tcPr>
            <w:tcW w:w="1417" w:type="dxa"/>
            <w:shd w:val="clear" w:color="auto" w:fill="auto"/>
          </w:tcPr>
          <w:p w14:paraId="78B80604" w14:textId="77777777" w:rsidR="00E9188B" w:rsidRPr="00CB085A" w:rsidRDefault="00E9188B" w:rsidP="00E9188B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C3CE8" w:rsidRPr="00AC4BE0" w14:paraId="5ACF5098" w14:textId="77777777" w:rsidTr="00CE7A19">
        <w:tc>
          <w:tcPr>
            <w:tcW w:w="567" w:type="dxa"/>
            <w:shd w:val="clear" w:color="auto" w:fill="auto"/>
          </w:tcPr>
          <w:p w14:paraId="40ACCE93" w14:textId="6C1FF08D" w:rsidR="005C3CE8" w:rsidRDefault="005C3CE8" w:rsidP="0090484E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099" w:type="dxa"/>
            <w:shd w:val="clear" w:color="auto" w:fill="auto"/>
          </w:tcPr>
          <w:p w14:paraId="407DBAEA" w14:textId="23670B9D" w:rsidR="005C3CE8" w:rsidRPr="00E9188B" w:rsidRDefault="005C3CE8" w:rsidP="0090484E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9188B">
              <w:rPr>
                <w:rFonts w:ascii="Calibri" w:hAnsi="Calibri" w:cs="Calibri"/>
                <w:sz w:val="22"/>
                <w:szCs w:val="22"/>
              </w:rPr>
              <w:t xml:space="preserve">Îndeplinire indicatori de realizare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si rezultatelor aferente etapei 1 </w:t>
            </w:r>
          </w:p>
        </w:tc>
        <w:tc>
          <w:tcPr>
            <w:tcW w:w="1162" w:type="dxa"/>
            <w:shd w:val="clear" w:color="auto" w:fill="auto"/>
          </w:tcPr>
          <w:p w14:paraId="327870DC" w14:textId="287910AC" w:rsidR="005C3CE8" w:rsidRPr="00E9188B" w:rsidRDefault="005C3CE8" w:rsidP="0090484E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Calitativ, Cantitativ, </w:t>
            </w:r>
          </w:p>
        </w:tc>
        <w:tc>
          <w:tcPr>
            <w:tcW w:w="2268" w:type="dxa"/>
            <w:shd w:val="clear" w:color="auto" w:fill="auto"/>
          </w:tcPr>
          <w:p w14:paraId="268E6349" w14:textId="77777777" w:rsidR="00030D1A" w:rsidRDefault="005C3CE8" w:rsidP="0090484E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9188B">
              <w:rPr>
                <w:rFonts w:ascii="Calibri" w:hAnsi="Calibri" w:cs="Calibri"/>
                <w:sz w:val="22"/>
                <w:szCs w:val="22"/>
              </w:rPr>
              <w:t>Depunerea spre verificare la AM PR</w:t>
            </w:r>
            <w:r w:rsidR="007E3581">
              <w:rPr>
                <w:rFonts w:ascii="Calibri" w:hAnsi="Calibri" w:cs="Calibri"/>
                <w:sz w:val="22"/>
                <w:szCs w:val="22"/>
              </w:rPr>
              <w:t xml:space="preserve"> a</w:t>
            </w:r>
            <w:r w:rsidR="00030D1A">
              <w:rPr>
                <w:rFonts w:ascii="Calibri" w:hAnsi="Calibri" w:cs="Calibri"/>
                <w:sz w:val="22"/>
                <w:szCs w:val="22"/>
              </w:rPr>
              <w:t>:</w:t>
            </w:r>
          </w:p>
          <w:p w14:paraId="0CFAD933" w14:textId="53B1DF4B" w:rsidR="005C3CE8" w:rsidRDefault="00030D1A" w:rsidP="00030D1A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a)</w:t>
            </w:r>
            <w:r w:rsidR="007E3581" w:rsidRPr="00030D1A">
              <w:rPr>
                <w:rFonts w:ascii="Calibri" w:hAnsi="Calibri" w:cs="Calibri"/>
                <w:sz w:val="22"/>
                <w:szCs w:val="22"/>
              </w:rPr>
              <w:t>Raportului de maturitate tehnologica</w:t>
            </w:r>
            <w:r w:rsidRPr="00030D1A">
              <w:rPr>
                <w:rFonts w:ascii="Calibri" w:hAnsi="Calibri" w:cs="Calibri"/>
                <w:sz w:val="22"/>
                <w:szCs w:val="22"/>
              </w:rPr>
              <w:t>-etapa 1</w:t>
            </w:r>
            <w:r>
              <w:rPr>
                <w:rFonts w:ascii="Calibri" w:hAnsi="Calibri" w:cs="Calibri"/>
                <w:sz w:val="22"/>
                <w:szCs w:val="22"/>
              </w:rPr>
              <w:t>;</w:t>
            </w:r>
          </w:p>
          <w:p w14:paraId="6FB38D98" w14:textId="7A84E0E9" w:rsidR="00030D1A" w:rsidRDefault="00030D1A" w:rsidP="00030D1A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b)</w:t>
            </w:r>
            <w:r>
              <w:t xml:space="preserve"> </w:t>
            </w:r>
            <w:r w:rsidRPr="00030D1A">
              <w:rPr>
                <w:rFonts w:ascii="Calibri" w:hAnsi="Calibri" w:cs="Calibri"/>
                <w:sz w:val="22"/>
                <w:szCs w:val="22"/>
              </w:rPr>
              <w:t>Livrabil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TRL 6</w:t>
            </w:r>
            <w:r w:rsidRPr="00030D1A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:</w:t>
            </w:r>
            <w:r w:rsidRPr="00030D1A">
              <w:rPr>
                <w:rFonts w:ascii="Calibri" w:hAnsi="Calibri" w:cs="Calibri"/>
                <w:sz w:val="22"/>
                <w:szCs w:val="22"/>
              </w:rPr>
              <w:t xml:space="preserve"> informații asupra testelor, eventualele efecte de scară, și interpretarea posibilelor diferențe induse de acestea în raport cu situația aplicației concrete.</w:t>
            </w:r>
          </w:p>
          <w:p w14:paraId="403317B1" w14:textId="5B64B1DC" w:rsidR="00751D50" w:rsidRPr="00030D1A" w:rsidRDefault="00751D50" w:rsidP="00030D1A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c)</w:t>
            </w:r>
            <w:r>
              <w:t xml:space="preserve"> </w:t>
            </w:r>
            <w:r w:rsidRPr="00751D50">
              <w:rPr>
                <w:rFonts w:ascii="Calibri" w:hAnsi="Calibri" w:cs="Calibri"/>
                <w:sz w:val="22"/>
                <w:szCs w:val="22"/>
              </w:rPr>
              <w:t>Dovada publicarii a rezultatului cercetarii în reviste de specialitate</w:t>
            </w:r>
          </w:p>
          <w:p w14:paraId="518E7732" w14:textId="749E8CB8" w:rsidR="00030D1A" w:rsidRPr="00E9188B" w:rsidRDefault="00030D1A" w:rsidP="0090484E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</w:tcPr>
          <w:p w14:paraId="617F99BF" w14:textId="18B5D446" w:rsidR="005C3CE8" w:rsidRPr="00E9188B" w:rsidRDefault="007E3581" w:rsidP="0090484E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CB085A">
              <w:rPr>
                <w:rFonts w:ascii="Calibri" w:hAnsi="Calibri" w:cs="Calibri"/>
                <w:sz w:val="22"/>
                <w:szCs w:val="22"/>
              </w:rPr>
              <w:t xml:space="preserve">Verificarea transmiterii </w:t>
            </w:r>
            <w:r w:rsidRPr="007E3581">
              <w:rPr>
                <w:rFonts w:ascii="Calibri" w:hAnsi="Calibri" w:cs="Calibri"/>
                <w:sz w:val="22"/>
                <w:szCs w:val="22"/>
              </w:rPr>
              <w:t>Raportului de maturita-te tehnologica</w:t>
            </w:r>
            <w:r w:rsidR="00030D1A">
              <w:rPr>
                <w:rFonts w:ascii="Calibri" w:hAnsi="Calibri" w:cs="Calibri"/>
                <w:sz w:val="22"/>
                <w:szCs w:val="22"/>
              </w:rPr>
              <w:t xml:space="preserve"> si a Livrabilului TRL 6</w:t>
            </w:r>
          </w:p>
        </w:tc>
        <w:tc>
          <w:tcPr>
            <w:tcW w:w="2693" w:type="dxa"/>
            <w:shd w:val="clear" w:color="auto" w:fill="auto"/>
          </w:tcPr>
          <w:p w14:paraId="6F7031F6" w14:textId="77777777" w:rsidR="007E3581" w:rsidRPr="007E3581" w:rsidRDefault="007E3581" w:rsidP="007E3581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7E3581">
              <w:rPr>
                <w:rFonts w:ascii="Calibri" w:hAnsi="Calibri" w:cs="Calibri"/>
                <w:sz w:val="22"/>
                <w:szCs w:val="22"/>
              </w:rPr>
              <w:t>Se va completa de benefici-ar, dar nu mai târziu de:</w:t>
            </w:r>
          </w:p>
          <w:p w14:paraId="3E39924B" w14:textId="77777777" w:rsidR="007E3581" w:rsidRPr="007E3581" w:rsidRDefault="007E3581" w:rsidP="007E3581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7E3581">
              <w:rPr>
                <w:rFonts w:ascii="Calibri" w:hAnsi="Calibri" w:cs="Calibri"/>
                <w:sz w:val="22"/>
                <w:szCs w:val="22"/>
              </w:rPr>
              <w:t>- 18 luni de la semnarea contractului de finanțare pentru proiectele care vi-zează și lucrări de construc-ții</w:t>
            </w:r>
          </w:p>
          <w:p w14:paraId="773A1365" w14:textId="795221D5" w:rsidR="005C3CE8" w:rsidRPr="00E9188B" w:rsidRDefault="007E3581" w:rsidP="007E3581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7E3581">
              <w:rPr>
                <w:rFonts w:ascii="Calibri" w:hAnsi="Calibri" w:cs="Calibri"/>
                <w:sz w:val="22"/>
                <w:szCs w:val="22"/>
              </w:rPr>
              <w:t>-1</w:t>
            </w:r>
            <w:r w:rsidR="00454003">
              <w:rPr>
                <w:rFonts w:ascii="Calibri" w:hAnsi="Calibri" w:cs="Calibri"/>
                <w:sz w:val="22"/>
                <w:szCs w:val="22"/>
              </w:rPr>
              <w:t>2</w:t>
            </w:r>
            <w:r w:rsidRPr="007E3581">
              <w:rPr>
                <w:rFonts w:ascii="Calibri" w:hAnsi="Calibri" w:cs="Calibri"/>
                <w:sz w:val="22"/>
                <w:szCs w:val="22"/>
              </w:rPr>
              <w:t xml:space="preserve"> luni de la semnarea contractului de finanțare pentru proiectele care vizează achiziție de echipa-mente</w:t>
            </w:r>
          </w:p>
        </w:tc>
        <w:tc>
          <w:tcPr>
            <w:tcW w:w="1985" w:type="dxa"/>
            <w:shd w:val="clear" w:color="auto" w:fill="auto"/>
          </w:tcPr>
          <w:p w14:paraId="5D0A4D93" w14:textId="77777777" w:rsidR="005C3CE8" w:rsidRDefault="00030D1A" w:rsidP="0090484E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030D1A">
              <w:rPr>
                <w:rFonts w:ascii="Calibri" w:hAnsi="Calibri" w:cs="Calibri"/>
                <w:sz w:val="22"/>
                <w:szCs w:val="22"/>
              </w:rPr>
              <w:t>Raportului de maturitate tehnologica</w:t>
            </w:r>
          </w:p>
          <w:p w14:paraId="535D4B84" w14:textId="4DEFB62E" w:rsidR="00030D1A" w:rsidRDefault="00030D1A" w:rsidP="0090484E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030D1A">
              <w:rPr>
                <w:rFonts w:ascii="Calibri" w:hAnsi="Calibri" w:cs="Calibri"/>
                <w:sz w:val="22"/>
                <w:szCs w:val="22"/>
              </w:rPr>
              <w:t>Livrabil TRL 6 : informații asupra testelor, eventualele efecte de scară, și interpretarea posibilelor diferențe induse de acestea în raport cu situația aplicației concrete</w:t>
            </w:r>
          </w:p>
          <w:p w14:paraId="0A06EFD3" w14:textId="2A0742CD" w:rsidR="00751D50" w:rsidRPr="00E9188B" w:rsidRDefault="00751D50" w:rsidP="0090484E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751D50">
              <w:rPr>
                <w:rFonts w:ascii="Calibri" w:hAnsi="Calibri" w:cs="Calibri"/>
                <w:sz w:val="22"/>
                <w:szCs w:val="22"/>
              </w:rPr>
              <w:t>Dovada publicarii a rezultatului cercetarii în reviste de specialitate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1A7D0B" w14:textId="77777777" w:rsidR="007E3581" w:rsidRPr="007E3581" w:rsidRDefault="007E3581" w:rsidP="007E3581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7E3581">
              <w:rPr>
                <w:rFonts w:ascii="Calibri" w:hAnsi="Calibri" w:cs="Calibri"/>
                <w:sz w:val="22"/>
                <w:szCs w:val="22"/>
              </w:rPr>
              <w:t>Etapa 1 se concretizează cu o tehnologie demonstrată din punct de vedere al funcționalității, în mediul</w:t>
            </w:r>
          </w:p>
          <w:p w14:paraId="472B14F2" w14:textId="7E3C0082" w:rsidR="005C3CE8" w:rsidRPr="00E9188B" w:rsidRDefault="007E3581" w:rsidP="007E3581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7E3581">
              <w:rPr>
                <w:rFonts w:ascii="Calibri" w:hAnsi="Calibri" w:cs="Calibri"/>
                <w:sz w:val="22"/>
                <w:szCs w:val="22"/>
              </w:rPr>
              <w:t>industrial (nivel de maturitate tehnologică TRL 6).</w:t>
            </w:r>
          </w:p>
        </w:tc>
      </w:tr>
      <w:tr w:rsidR="007E3581" w:rsidRPr="00AC4BE0" w14:paraId="0E93DF8E" w14:textId="77777777" w:rsidTr="00CE7A19">
        <w:tc>
          <w:tcPr>
            <w:tcW w:w="567" w:type="dxa"/>
            <w:shd w:val="clear" w:color="auto" w:fill="auto"/>
          </w:tcPr>
          <w:p w14:paraId="04BFD53F" w14:textId="205C5360" w:rsidR="007E3581" w:rsidRDefault="007E3581" w:rsidP="007E3581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099" w:type="dxa"/>
            <w:shd w:val="clear" w:color="auto" w:fill="auto"/>
          </w:tcPr>
          <w:p w14:paraId="4E649625" w14:textId="7B162774" w:rsidR="007E3581" w:rsidRPr="00E9188B" w:rsidRDefault="007E3581" w:rsidP="007E3581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Demararea activității de cercetare-dezvoltare-etapa 2</w:t>
            </w:r>
          </w:p>
        </w:tc>
        <w:tc>
          <w:tcPr>
            <w:tcW w:w="1162" w:type="dxa"/>
            <w:shd w:val="clear" w:color="auto" w:fill="auto"/>
          </w:tcPr>
          <w:p w14:paraId="03E0F57E" w14:textId="08099B79" w:rsidR="007E3581" w:rsidRDefault="007E3581" w:rsidP="007E3581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Cantitativ</w:t>
            </w:r>
          </w:p>
        </w:tc>
        <w:tc>
          <w:tcPr>
            <w:tcW w:w="2268" w:type="dxa"/>
            <w:shd w:val="clear" w:color="auto" w:fill="auto"/>
          </w:tcPr>
          <w:p w14:paraId="68369366" w14:textId="0724CB00" w:rsidR="007E3581" w:rsidRPr="00E9188B" w:rsidRDefault="007E3581" w:rsidP="007E3581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Notificarea AM PR Centru cu privire la demararea activității de CD-etapa 2</w:t>
            </w:r>
          </w:p>
        </w:tc>
        <w:tc>
          <w:tcPr>
            <w:tcW w:w="2410" w:type="dxa"/>
            <w:shd w:val="clear" w:color="auto" w:fill="auto"/>
          </w:tcPr>
          <w:p w14:paraId="10C1ABD7" w14:textId="532268BC" w:rsidR="007E3581" w:rsidRPr="00CB085A" w:rsidRDefault="007E3581" w:rsidP="007E3581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CB085A">
              <w:rPr>
                <w:rFonts w:ascii="Calibri" w:hAnsi="Calibri" w:cs="Calibri"/>
                <w:sz w:val="22"/>
                <w:szCs w:val="22"/>
              </w:rPr>
              <w:t xml:space="preserve">Verificarea transmiterii notificării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cu privire la demararea </w:t>
            </w:r>
            <w:r w:rsidR="007047FD">
              <w:rPr>
                <w:rFonts w:ascii="Calibri" w:hAnsi="Calibri" w:cs="Calibri"/>
                <w:sz w:val="22"/>
                <w:szCs w:val="22"/>
              </w:rPr>
              <w:t>activității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de CD</w:t>
            </w:r>
          </w:p>
        </w:tc>
        <w:tc>
          <w:tcPr>
            <w:tcW w:w="2693" w:type="dxa"/>
            <w:shd w:val="clear" w:color="auto" w:fill="auto"/>
          </w:tcPr>
          <w:p w14:paraId="2CB7A886" w14:textId="77777777" w:rsidR="007E3581" w:rsidRPr="007E3581" w:rsidRDefault="007E3581" w:rsidP="007E3581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7E3581">
              <w:rPr>
                <w:rFonts w:ascii="Calibri" w:hAnsi="Calibri" w:cs="Calibri"/>
                <w:sz w:val="22"/>
                <w:szCs w:val="22"/>
              </w:rPr>
              <w:t>Se va completa de benefici-ar, dar nu mai târziu de:</w:t>
            </w:r>
          </w:p>
          <w:p w14:paraId="1CC8DE78" w14:textId="1F039039" w:rsidR="007E3581" w:rsidRPr="007E3581" w:rsidRDefault="007E3581" w:rsidP="007E3581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7E3581">
              <w:rPr>
                <w:rFonts w:ascii="Calibri" w:hAnsi="Calibri" w:cs="Calibri"/>
                <w:sz w:val="22"/>
                <w:szCs w:val="22"/>
              </w:rPr>
              <w:t>- 1</w:t>
            </w:r>
            <w:r w:rsidR="00B15ADE">
              <w:rPr>
                <w:rFonts w:ascii="Calibri" w:hAnsi="Calibri" w:cs="Calibri"/>
                <w:sz w:val="22"/>
                <w:szCs w:val="22"/>
              </w:rPr>
              <w:t>9</w:t>
            </w:r>
            <w:r w:rsidRPr="007E3581">
              <w:rPr>
                <w:rFonts w:ascii="Calibri" w:hAnsi="Calibri" w:cs="Calibri"/>
                <w:sz w:val="22"/>
                <w:szCs w:val="22"/>
              </w:rPr>
              <w:t xml:space="preserve"> luni de la semnarea contractului de finanțare pentru proiectele care vi-zează și lucrări de construc-ții</w:t>
            </w:r>
          </w:p>
          <w:p w14:paraId="70EA0D47" w14:textId="05D8FEB4" w:rsidR="007E3581" w:rsidRPr="007E3581" w:rsidRDefault="007E3581" w:rsidP="007E3581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7E3581">
              <w:rPr>
                <w:rFonts w:ascii="Calibri" w:hAnsi="Calibri" w:cs="Calibri"/>
                <w:sz w:val="22"/>
                <w:szCs w:val="22"/>
              </w:rPr>
              <w:lastRenderedPageBreak/>
              <w:t>-1</w:t>
            </w:r>
            <w:r w:rsidR="00B15ADE">
              <w:rPr>
                <w:rFonts w:ascii="Calibri" w:hAnsi="Calibri" w:cs="Calibri"/>
                <w:sz w:val="22"/>
                <w:szCs w:val="22"/>
              </w:rPr>
              <w:t>3</w:t>
            </w:r>
            <w:r w:rsidRPr="007E3581">
              <w:rPr>
                <w:rFonts w:ascii="Calibri" w:hAnsi="Calibri" w:cs="Calibri"/>
                <w:sz w:val="22"/>
                <w:szCs w:val="22"/>
              </w:rPr>
              <w:t xml:space="preserve"> luni de la semnarea contractului de finanțare pentru proiectele care vizează achiziție de echipamente</w:t>
            </w:r>
          </w:p>
        </w:tc>
        <w:tc>
          <w:tcPr>
            <w:tcW w:w="1985" w:type="dxa"/>
            <w:shd w:val="clear" w:color="auto" w:fill="auto"/>
          </w:tcPr>
          <w:p w14:paraId="5E0C4325" w14:textId="24B48D33" w:rsidR="007E3581" w:rsidRPr="00CB085A" w:rsidRDefault="007E3581" w:rsidP="007E3581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CB085A">
              <w:rPr>
                <w:rFonts w:ascii="Calibri" w:hAnsi="Calibri" w:cs="Calibri"/>
                <w:sz w:val="22"/>
                <w:szCs w:val="22"/>
              </w:rPr>
              <w:lastRenderedPageBreak/>
              <w:t>Adresă înaintare/ Confirmare MySMIS 2021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78C114" w14:textId="77777777" w:rsidR="007E3581" w:rsidRPr="007E3581" w:rsidRDefault="007E3581" w:rsidP="007E3581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030D1A" w:rsidRPr="00AC4BE0" w14:paraId="406E54DB" w14:textId="77777777" w:rsidTr="00CE7A19">
        <w:tc>
          <w:tcPr>
            <w:tcW w:w="567" w:type="dxa"/>
            <w:shd w:val="clear" w:color="auto" w:fill="auto"/>
          </w:tcPr>
          <w:p w14:paraId="25EC754F" w14:textId="10F750FC" w:rsidR="00030D1A" w:rsidRDefault="00030D1A" w:rsidP="00030D1A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099" w:type="dxa"/>
            <w:shd w:val="clear" w:color="auto" w:fill="auto"/>
          </w:tcPr>
          <w:p w14:paraId="728D87FC" w14:textId="77777777" w:rsidR="00030D1A" w:rsidRPr="00B97179" w:rsidRDefault="00030D1A" w:rsidP="00030D1A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97179">
              <w:rPr>
                <w:rFonts w:ascii="Calibri" w:hAnsi="Calibri" w:cs="Calibri"/>
                <w:sz w:val="22"/>
                <w:szCs w:val="22"/>
              </w:rPr>
              <w:t>Stadiu</w:t>
            </w:r>
          </w:p>
          <w:p w14:paraId="3AA6B799" w14:textId="77777777" w:rsidR="00030D1A" w:rsidRPr="00B97179" w:rsidRDefault="00030D1A" w:rsidP="00030D1A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97179">
              <w:rPr>
                <w:rFonts w:ascii="Calibri" w:hAnsi="Calibri" w:cs="Calibri"/>
                <w:sz w:val="22"/>
                <w:szCs w:val="22"/>
              </w:rPr>
              <w:t>financiar de</w:t>
            </w:r>
          </w:p>
          <w:p w14:paraId="28DE3589" w14:textId="17A2E2E0" w:rsidR="00030D1A" w:rsidRPr="00B97179" w:rsidRDefault="00030D1A" w:rsidP="00030D1A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97179">
              <w:rPr>
                <w:rFonts w:ascii="Calibri" w:hAnsi="Calibri" w:cs="Calibri"/>
                <w:sz w:val="22"/>
                <w:szCs w:val="22"/>
              </w:rPr>
              <w:t xml:space="preserve">minim </w:t>
            </w:r>
            <w:r w:rsidR="00BF17ED">
              <w:rPr>
                <w:rFonts w:ascii="Calibri" w:hAnsi="Calibri" w:cs="Calibri"/>
                <w:sz w:val="22"/>
                <w:szCs w:val="22"/>
              </w:rPr>
              <w:t>75</w:t>
            </w:r>
            <w:r w:rsidRPr="00B97179">
              <w:rPr>
                <w:rFonts w:ascii="Calibri" w:hAnsi="Calibri" w:cs="Calibri"/>
                <w:sz w:val="22"/>
                <w:szCs w:val="22"/>
              </w:rPr>
              <w:t>% din</w:t>
            </w:r>
          </w:p>
          <w:p w14:paraId="7B5D1CEE" w14:textId="13699464" w:rsidR="00030D1A" w:rsidRDefault="00030D1A" w:rsidP="00030D1A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97179">
              <w:rPr>
                <w:rFonts w:ascii="Calibri" w:hAnsi="Calibri" w:cs="Calibri"/>
                <w:sz w:val="22"/>
                <w:szCs w:val="22"/>
              </w:rPr>
              <w:t xml:space="preserve">activitatea de </w:t>
            </w:r>
            <w:r>
              <w:rPr>
                <w:rFonts w:ascii="Calibri" w:hAnsi="Calibri" w:cs="Calibri"/>
                <w:sz w:val="22"/>
                <w:szCs w:val="22"/>
              </w:rPr>
              <w:t>CD</w:t>
            </w:r>
            <w:r w:rsidR="00BF17ED">
              <w:rPr>
                <w:rFonts w:ascii="Calibri" w:hAnsi="Calibri" w:cs="Calibri"/>
                <w:sz w:val="22"/>
                <w:szCs w:val="22"/>
              </w:rPr>
              <w:t xml:space="preserve"> aferentă etapei 2,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B97179">
              <w:rPr>
                <w:rFonts w:ascii="Calibri" w:hAnsi="Calibri" w:cs="Calibri"/>
                <w:sz w:val="22"/>
                <w:szCs w:val="22"/>
              </w:rPr>
              <w:t>definită conform prevederilor Ghidului solicitantului</w:t>
            </w:r>
            <w:r>
              <w:rPr>
                <w:rFonts w:ascii="Calibri" w:hAnsi="Calibri" w:cs="Calibri"/>
                <w:sz w:val="22"/>
                <w:szCs w:val="22"/>
              </w:rPr>
              <w:t>-etapa 2</w:t>
            </w:r>
          </w:p>
        </w:tc>
        <w:tc>
          <w:tcPr>
            <w:tcW w:w="1162" w:type="dxa"/>
            <w:shd w:val="clear" w:color="auto" w:fill="auto"/>
          </w:tcPr>
          <w:p w14:paraId="3E2BD05F" w14:textId="16A54A7B" w:rsidR="00030D1A" w:rsidRDefault="00030D1A" w:rsidP="00030D1A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97179">
              <w:rPr>
                <w:rFonts w:ascii="Calibri" w:hAnsi="Calibri" w:cs="Calibri"/>
                <w:sz w:val="22"/>
                <w:szCs w:val="22"/>
              </w:rPr>
              <w:t>Valoric</w:t>
            </w:r>
          </w:p>
        </w:tc>
        <w:tc>
          <w:tcPr>
            <w:tcW w:w="2268" w:type="dxa"/>
            <w:shd w:val="clear" w:color="auto" w:fill="auto"/>
          </w:tcPr>
          <w:p w14:paraId="31E5945E" w14:textId="30BFF37E" w:rsidR="00030D1A" w:rsidRDefault="00030D1A" w:rsidP="00030D1A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97179">
              <w:rPr>
                <w:rFonts w:ascii="Calibri" w:hAnsi="Calibri" w:cs="Calibri"/>
                <w:sz w:val="22"/>
                <w:szCs w:val="22"/>
              </w:rPr>
              <w:t xml:space="preserve">Depunerea spre decontare la AM PR Centru de cereri de rambursare/plată în cuantum de </w:t>
            </w:r>
            <w:r w:rsidR="00BF17ED">
              <w:rPr>
                <w:rFonts w:ascii="Calibri" w:hAnsi="Calibri" w:cs="Calibri"/>
                <w:sz w:val="22"/>
                <w:szCs w:val="22"/>
              </w:rPr>
              <w:t>75</w:t>
            </w:r>
            <w:r w:rsidRPr="00B97179">
              <w:rPr>
                <w:rFonts w:ascii="Calibri" w:hAnsi="Calibri" w:cs="Calibri"/>
                <w:sz w:val="22"/>
                <w:szCs w:val="22"/>
              </w:rPr>
              <w:t xml:space="preserve">% din activitatea de </w:t>
            </w:r>
            <w:r>
              <w:rPr>
                <w:rFonts w:ascii="Calibri" w:hAnsi="Calibri" w:cs="Calibri"/>
                <w:sz w:val="22"/>
                <w:szCs w:val="22"/>
              </w:rPr>
              <w:t>CD-etapa 2</w:t>
            </w:r>
          </w:p>
        </w:tc>
        <w:tc>
          <w:tcPr>
            <w:tcW w:w="2410" w:type="dxa"/>
            <w:shd w:val="clear" w:color="auto" w:fill="auto"/>
          </w:tcPr>
          <w:p w14:paraId="4F79BB68" w14:textId="19F42947" w:rsidR="00030D1A" w:rsidRPr="00CB085A" w:rsidRDefault="00030D1A" w:rsidP="00030D1A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CB085A">
              <w:rPr>
                <w:rFonts w:ascii="Calibri" w:hAnsi="Calibri" w:cs="Calibri"/>
                <w:sz w:val="22"/>
                <w:szCs w:val="22"/>
              </w:rPr>
              <w:t>Verificarea transmiterii notificării de depunere cereri de rambursare/ plată în MySMIS 2021</w:t>
            </w:r>
          </w:p>
        </w:tc>
        <w:tc>
          <w:tcPr>
            <w:tcW w:w="2693" w:type="dxa"/>
            <w:shd w:val="clear" w:color="auto" w:fill="auto"/>
          </w:tcPr>
          <w:p w14:paraId="46E038F9" w14:textId="77777777" w:rsidR="00030D1A" w:rsidRDefault="00030D1A" w:rsidP="00030D1A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CB085A">
              <w:rPr>
                <w:rFonts w:ascii="Calibri" w:hAnsi="Calibri" w:cs="Calibri"/>
                <w:sz w:val="22"/>
                <w:szCs w:val="22"/>
              </w:rPr>
              <w:t xml:space="preserve">Se va completa de beneficiar, dar nu mai târziu </w:t>
            </w:r>
            <w:r w:rsidRPr="00B97179">
              <w:rPr>
                <w:rFonts w:ascii="Calibri" w:hAnsi="Calibri" w:cs="Calibri"/>
                <w:sz w:val="22"/>
                <w:szCs w:val="22"/>
              </w:rPr>
              <w:t>de</w:t>
            </w:r>
            <w:r>
              <w:rPr>
                <w:rFonts w:ascii="Calibri" w:hAnsi="Calibri" w:cs="Calibri"/>
                <w:sz w:val="22"/>
                <w:szCs w:val="22"/>
              </w:rPr>
              <w:t>:</w:t>
            </w:r>
          </w:p>
          <w:p w14:paraId="22F67A6E" w14:textId="131FFFEE" w:rsidR="00030D1A" w:rsidRPr="007E3581" w:rsidRDefault="00030D1A" w:rsidP="00030D1A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-</w:t>
            </w:r>
            <w:r w:rsidRPr="00B97179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12</w:t>
            </w:r>
            <w:r w:rsidRPr="00B97179">
              <w:rPr>
                <w:rFonts w:ascii="Calibri" w:hAnsi="Calibri" w:cs="Calibri"/>
                <w:sz w:val="22"/>
                <w:szCs w:val="22"/>
              </w:rPr>
              <w:t xml:space="preserve"> luni de la </w:t>
            </w:r>
            <w:r>
              <w:rPr>
                <w:rFonts w:ascii="Calibri" w:hAnsi="Calibri" w:cs="Calibri"/>
                <w:sz w:val="22"/>
                <w:szCs w:val="22"/>
              </w:rPr>
              <w:t>d</w:t>
            </w:r>
            <w:r w:rsidRPr="00030D1A">
              <w:rPr>
                <w:rFonts w:ascii="Calibri" w:hAnsi="Calibri" w:cs="Calibri"/>
                <w:sz w:val="22"/>
                <w:szCs w:val="22"/>
              </w:rPr>
              <w:t>emararea activității de cercetare-dezvoltare-etapa 2</w:t>
            </w:r>
          </w:p>
          <w:p w14:paraId="0C1755C8" w14:textId="22D58DD6" w:rsidR="00030D1A" w:rsidRPr="007E3581" w:rsidRDefault="00030D1A" w:rsidP="00030D1A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14:paraId="7E117ADC" w14:textId="77777777" w:rsidR="00030D1A" w:rsidRDefault="00030D1A" w:rsidP="00030D1A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CB085A">
              <w:rPr>
                <w:rFonts w:ascii="Calibri" w:hAnsi="Calibri" w:cs="Calibri"/>
                <w:sz w:val="22"/>
                <w:szCs w:val="22"/>
              </w:rPr>
              <w:t>Adresă înaintare/ Confirmare MySMIS 2021</w:t>
            </w:r>
          </w:p>
          <w:p w14:paraId="76429AB1" w14:textId="2DC31573" w:rsidR="00CA5993" w:rsidRPr="00CB085A" w:rsidRDefault="00CA5993" w:rsidP="00030D1A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CA5993">
              <w:rPr>
                <w:rFonts w:ascii="Calibri" w:hAnsi="Calibri" w:cs="Calibri"/>
                <w:sz w:val="22"/>
                <w:szCs w:val="22"/>
              </w:rPr>
              <w:t>raportul de vizită la locația de implementare a proiectului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356B9D" w14:textId="77777777" w:rsidR="00030D1A" w:rsidRPr="007E3581" w:rsidRDefault="00030D1A" w:rsidP="00030D1A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030D1A" w:rsidRPr="00AC4BE0" w14:paraId="10550DD7" w14:textId="77777777" w:rsidTr="00CE7A19">
        <w:tc>
          <w:tcPr>
            <w:tcW w:w="567" w:type="dxa"/>
            <w:shd w:val="clear" w:color="auto" w:fill="auto"/>
          </w:tcPr>
          <w:p w14:paraId="5A81C562" w14:textId="7AEA957B" w:rsidR="00030D1A" w:rsidRDefault="00030D1A" w:rsidP="00030D1A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099" w:type="dxa"/>
            <w:shd w:val="clear" w:color="auto" w:fill="auto"/>
          </w:tcPr>
          <w:p w14:paraId="3F7E2FB8" w14:textId="0CF0983D" w:rsidR="00030D1A" w:rsidRPr="00B97179" w:rsidRDefault="00030D1A" w:rsidP="00030D1A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9188B">
              <w:rPr>
                <w:rFonts w:ascii="Calibri" w:hAnsi="Calibri" w:cs="Calibri"/>
                <w:sz w:val="22"/>
                <w:szCs w:val="22"/>
              </w:rPr>
              <w:t xml:space="preserve">Îndeplinire indicatori de realizare </w:t>
            </w:r>
            <w:r>
              <w:rPr>
                <w:rFonts w:ascii="Calibri" w:hAnsi="Calibri" w:cs="Calibri"/>
                <w:sz w:val="22"/>
                <w:szCs w:val="22"/>
              </w:rPr>
              <w:t>si rezultatelor aferente etapei 2</w:t>
            </w:r>
          </w:p>
        </w:tc>
        <w:tc>
          <w:tcPr>
            <w:tcW w:w="1162" w:type="dxa"/>
            <w:shd w:val="clear" w:color="auto" w:fill="auto"/>
          </w:tcPr>
          <w:p w14:paraId="66F98DFE" w14:textId="5E31E5C2" w:rsidR="00030D1A" w:rsidRPr="00B97179" w:rsidRDefault="00030D1A" w:rsidP="00030D1A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Calitativ, Cantitativ, </w:t>
            </w:r>
          </w:p>
        </w:tc>
        <w:tc>
          <w:tcPr>
            <w:tcW w:w="2268" w:type="dxa"/>
            <w:shd w:val="clear" w:color="auto" w:fill="auto"/>
          </w:tcPr>
          <w:p w14:paraId="646B1FF7" w14:textId="77777777" w:rsidR="00030D1A" w:rsidRDefault="00030D1A" w:rsidP="00030D1A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9188B">
              <w:rPr>
                <w:rFonts w:ascii="Calibri" w:hAnsi="Calibri" w:cs="Calibri"/>
                <w:sz w:val="22"/>
                <w:szCs w:val="22"/>
              </w:rPr>
              <w:t>Depunerea spre verificare la AM PR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a:</w:t>
            </w:r>
          </w:p>
          <w:p w14:paraId="6412F2FF" w14:textId="60733B07" w:rsidR="00030D1A" w:rsidRPr="00030D1A" w:rsidRDefault="00030D1A" w:rsidP="00030D1A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a)</w:t>
            </w:r>
            <w:r w:rsidRPr="00030D1A">
              <w:rPr>
                <w:rFonts w:ascii="Calibri" w:hAnsi="Calibri" w:cs="Calibri"/>
                <w:sz w:val="22"/>
                <w:szCs w:val="22"/>
              </w:rPr>
              <w:t>Raportului de maturitate tehnologica (minim TRL 8);</w:t>
            </w:r>
          </w:p>
          <w:p w14:paraId="6A1FF9DF" w14:textId="77777777" w:rsidR="00030D1A" w:rsidRDefault="00030D1A" w:rsidP="00030D1A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b)</w:t>
            </w:r>
            <w:r>
              <w:t xml:space="preserve"> Livrabil </w:t>
            </w:r>
            <w:r w:rsidRPr="00030D1A">
              <w:rPr>
                <w:rFonts w:ascii="Calibri" w:hAnsi="Calibri" w:cs="Calibri"/>
                <w:sz w:val="22"/>
                <w:szCs w:val="22"/>
              </w:rPr>
              <w:t>TRL 8: Procedurile de operare/utilizare</w:t>
            </w:r>
          </w:p>
          <w:p w14:paraId="6374F15E" w14:textId="77777777" w:rsidR="00030D1A" w:rsidRDefault="00030D1A" w:rsidP="00030D1A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c)</w:t>
            </w:r>
            <w:r w:rsidR="00751D50">
              <w:t xml:space="preserve"> </w:t>
            </w:r>
            <w:r w:rsidR="00751D50" w:rsidRPr="00751D50">
              <w:rPr>
                <w:rFonts w:ascii="Calibri" w:hAnsi="Calibri" w:cs="Calibri"/>
                <w:sz w:val="22"/>
                <w:szCs w:val="22"/>
              </w:rPr>
              <w:t>Aplicatii pentru cereri de acordare a brevetelor de inventii</w:t>
            </w:r>
          </w:p>
          <w:p w14:paraId="0EC9358C" w14:textId="54F962C4" w:rsidR="00751D50" w:rsidRPr="00030D1A" w:rsidRDefault="00751D50" w:rsidP="00030D1A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d)</w:t>
            </w:r>
            <w: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751D50">
              <w:rPr>
                <w:rFonts w:ascii="Calibri" w:hAnsi="Calibri" w:cs="Calibri"/>
                <w:sz w:val="22"/>
                <w:szCs w:val="22"/>
              </w:rPr>
              <w:t xml:space="preserve">Dovada publicarii a rezultatului </w:t>
            </w:r>
            <w:r w:rsidR="007047FD" w:rsidRPr="00751D50">
              <w:rPr>
                <w:rFonts w:ascii="Calibri" w:hAnsi="Calibri" w:cs="Calibri"/>
                <w:sz w:val="22"/>
                <w:szCs w:val="22"/>
              </w:rPr>
              <w:t>cercetării</w:t>
            </w:r>
            <w:r w:rsidRPr="00751D50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751D50">
              <w:rPr>
                <w:rFonts w:ascii="Calibri" w:hAnsi="Calibri" w:cs="Calibri"/>
                <w:sz w:val="22"/>
                <w:szCs w:val="22"/>
              </w:rPr>
              <w:lastRenderedPageBreak/>
              <w:t>în reviste de specialitate</w:t>
            </w:r>
          </w:p>
        </w:tc>
        <w:tc>
          <w:tcPr>
            <w:tcW w:w="2410" w:type="dxa"/>
            <w:shd w:val="clear" w:color="auto" w:fill="auto"/>
          </w:tcPr>
          <w:p w14:paraId="1BFE429F" w14:textId="77777777" w:rsidR="007047FD" w:rsidRPr="007047FD" w:rsidRDefault="00030D1A" w:rsidP="007047FD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CB085A">
              <w:rPr>
                <w:rFonts w:ascii="Calibri" w:hAnsi="Calibri" w:cs="Calibri"/>
                <w:sz w:val="22"/>
                <w:szCs w:val="22"/>
              </w:rPr>
              <w:lastRenderedPageBreak/>
              <w:t xml:space="preserve">Verificarea transmiterii </w:t>
            </w:r>
            <w:r w:rsidR="007047FD" w:rsidRPr="007047FD">
              <w:rPr>
                <w:rFonts w:ascii="Calibri" w:hAnsi="Calibri" w:cs="Calibri"/>
                <w:sz w:val="22"/>
                <w:szCs w:val="22"/>
              </w:rPr>
              <w:t>a)Raportului de maturi-tate tehnologica (mi-nim TRL 8);</w:t>
            </w:r>
          </w:p>
          <w:p w14:paraId="044E81B1" w14:textId="6C6D0268" w:rsidR="007047FD" w:rsidRPr="007047FD" w:rsidRDefault="007047FD" w:rsidP="007047FD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7047FD">
              <w:rPr>
                <w:rFonts w:ascii="Calibri" w:hAnsi="Calibri" w:cs="Calibri"/>
                <w:sz w:val="22"/>
                <w:szCs w:val="22"/>
              </w:rPr>
              <w:t>b) Livrabil TRL 8: Procedurile de opera-re/utilizare</w:t>
            </w:r>
          </w:p>
          <w:p w14:paraId="52D2120E" w14:textId="02BB7465" w:rsidR="007047FD" w:rsidRPr="007047FD" w:rsidRDefault="007047FD" w:rsidP="007047FD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7047FD">
              <w:rPr>
                <w:rFonts w:ascii="Calibri" w:hAnsi="Calibri" w:cs="Calibri"/>
                <w:sz w:val="22"/>
                <w:szCs w:val="22"/>
              </w:rPr>
              <w:t>c) Aplicatii pentru cereri de acordare a brevetelor de inventii</w:t>
            </w:r>
          </w:p>
          <w:p w14:paraId="58180164" w14:textId="600B8A1C" w:rsidR="00030D1A" w:rsidRPr="00CB085A" w:rsidRDefault="007047FD" w:rsidP="007047FD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7047FD">
              <w:rPr>
                <w:rFonts w:ascii="Calibri" w:hAnsi="Calibri" w:cs="Calibri"/>
                <w:sz w:val="22"/>
                <w:szCs w:val="22"/>
              </w:rPr>
              <w:t>d)  Dovada publicarii a rezultatului cercetării</w:t>
            </w:r>
          </w:p>
        </w:tc>
        <w:tc>
          <w:tcPr>
            <w:tcW w:w="2693" w:type="dxa"/>
            <w:shd w:val="clear" w:color="auto" w:fill="auto"/>
          </w:tcPr>
          <w:p w14:paraId="5DE33D4E" w14:textId="77777777" w:rsidR="00030D1A" w:rsidRDefault="00030D1A" w:rsidP="00030D1A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CB085A">
              <w:rPr>
                <w:rFonts w:ascii="Calibri" w:hAnsi="Calibri" w:cs="Calibri"/>
                <w:sz w:val="22"/>
                <w:szCs w:val="22"/>
              </w:rPr>
              <w:t xml:space="preserve">Se va completa de beneficiar, dar nu mai târziu </w:t>
            </w:r>
            <w:r w:rsidRPr="00B97179">
              <w:rPr>
                <w:rFonts w:ascii="Calibri" w:hAnsi="Calibri" w:cs="Calibri"/>
                <w:sz w:val="22"/>
                <w:szCs w:val="22"/>
              </w:rPr>
              <w:t>de</w:t>
            </w:r>
            <w:r>
              <w:rPr>
                <w:rFonts w:ascii="Calibri" w:hAnsi="Calibri" w:cs="Calibri"/>
                <w:sz w:val="22"/>
                <w:szCs w:val="22"/>
              </w:rPr>
              <w:t>:</w:t>
            </w:r>
          </w:p>
          <w:p w14:paraId="71B3AF80" w14:textId="77777777" w:rsidR="00030D1A" w:rsidRPr="007E3581" w:rsidRDefault="00030D1A" w:rsidP="00030D1A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-</w:t>
            </w:r>
            <w:r w:rsidRPr="00B97179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12</w:t>
            </w:r>
            <w:r w:rsidRPr="00B97179">
              <w:rPr>
                <w:rFonts w:ascii="Calibri" w:hAnsi="Calibri" w:cs="Calibri"/>
                <w:sz w:val="22"/>
                <w:szCs w:val="22"/>
              </w:rPr>
              <w:t xml:space="preserve"> luni de la </w:t>
            </w:r>
            <w:r>
              <w:rPr>
                <w:rFonts w:ascii="Calibri" w:hAnsi="Calibri" w:cs="Calibri"/>
                <w:sz w:val="22"/>
                <w:szCs w:val="22"/>
              </w:rPr>
              <w:t>d</w:t>
            </w:r>
            <w:r w:rsidRPr="00030D1A">
              <w:rPr>
                <w:rFonts w:ascii="Calibri" w:hAnsi="Calibri" w:cs="Calibri"/>
                <w:sz w:val="22"/>
                <w:szCs w:val="22"/>
              </w:rPr>
              <w:t>emararea activității de cercetare-dezvoltare-etapa 2</w:t>
            </w:r>
          </w:p>
          <w:p w14:paraId="2BFA48BF" w14:textId="497663E6" w:rsidR="00030D1A" w:rsidRPr="00CB085A" w:rsidRDefault="00030D1A" w:rsidP="00030D1A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14:paraId="47855080" w14:textId="2DEC486B" w:rsidR="007047FD" w:rsidRPr="007047FD" w:rsidRDefault="007047FD" w:rsidP="007047FD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7047FD">
              <w:rPr>
                <w:rFonts w:ascii="Calibri" w:hAnsi="Calibri" w:cs="Calibri"/>
                <w:sz w:val="22"/>
                <w:szCs w:val="22"/>
              </w:rPr>
              <w:t>a)Raportului de maturitate tehnologica (minim TRL 8);</w:t>
            </w:r>
          </w:p>
          <w:p w14:paraId="606E2A2C" w14:textId="5CA2FF52" w:rsidR="007047FD" w:rsidRPr="007047FD" w:rsidRDefault="007047FD" w:rsidP="007047FD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7047FD">
              <w:rPr>
                <w:rFonts w:ascii="Calibri" w:hAnsi="Calibri" w:cs="Calibri"/>
                <w:sz w:val="22"/>
                <w:szCs w:val="22"/>
              </w:rPr>
              <w:t>b) Livrabil TRL 8: Procedurile de opera-re/utilizare</w:t>
            </w:r>
          </w:p>
          <w:p w14:paraId="7D54B47F" w14:textId="4B6D4EB0" w:rsidR="007047FD" w:rsidRPr="007047FD" w:rsidRDefault="007047FD" w:rsidP="007047FD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7047FD">
              <w:rPr>
                <w:rFonts w:ascii="Calibri" w:hAnsi="Calibri" w:cs="Calibri"/>
                <w:sz w:val="22"/>
                <w:szCs w:val="22"/>
              </w:rPr>
              <w:t>c) Aplicatii pentru cereri de acordare a brevetelor de inventii</w:t>
            </w:r>
          </w:p>
          <w:p w14:paraId="3BC5A50C" w14:textId="3B7084EA" w:rsidR="00030D1A" w:rsidRPr="00CB085A" w:rsidRDefault="007047FD" w:rsidP="007047FD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7047FD">
              <w:rPr>
                <w:rFonts w:ascii="Calibri" w:hAnsi="Calibri" w:cs="Calibri"/>
                <w:sz w:val="22"/>
                <w:szCs w:val="22"/>
              </w:rPr>
              <w:t>d)  Dovada publicrii a rezultatului cercetării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C5B7C9" w14:textId="59D17A13" w:rsidR="00585781" w:rsidRPr="00585781" w:rsidRDefault="00030D1A" w:rsidP="00585781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7E3581">
              <w:rPr>
                <w:rFonts w:ascii="Calibri" w:hAnsi="Calibri" w:cs="Calibri"/>
                <w:sz w:val="22"/>
                <w:szCs w:val="22"/>
              </w:rPr>
              <w:t xml:space="preserve">Etapa </w:t>
            </w:r>
            <w:r w:rsidR="007047FD">
              <w:rPr>
                <w:rFonts w:ascii="Calibri" w:hAnsi="Calibri" w:cs="Calibri"/>
                <w:sz w:val="22"/>
                <w:szCs w:val="22"/>
              </w:rPr>
              <w:t>2</w:t>
            </w:r>
            <w:r w:rsidRPr="007E3581">
              <w:rPr>
                <w:rFonts w:ascii="Calibri" w:hAnsi="Calibri" w:cs="Calibri"/>
                <w:sz w:val="22"/>
                <w:szCs w:val="22"/>
              </w:rPr>
              <w:t xml:space="preserve"> se concretizează cu</w:t>
            </w:r>
            <w:r w:rsidR="00585781">
              <w:rPr>
                <w:rFonts w:ascii="Calibri" w:hAnsi="Calibri" w:cs="Calibri"/>
                <w:sz w:val="22"/>
                <w:szCs w:val="22"/>
              </w:rPr>
              <w:t xml:space="preserve"> un s</w:t>
            </w:r>
            <w:r w:rsidR="00585781" w:rsidRPr="00585781">
              <w:rPr>
                <w:rFonts w:ascii="Calibri" w:hAnsi="Calibri" w:cs="Calibri"/>
                <w:sz w:val="22"/>
                <w:szCs w:val="22"/>
              </w:rPr>
              <w:t>istem dovedit și pregătit pentru</w:t>
            </w:r>
          </w:p>
          <w:p w14:paraId="5128591C" w14:textId="77777777" w:rsidR="00585781" w:rsidRPr="00585781" w:rsidRDefault="00585781" w:rsidP="00585781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85781">
              <w:rPr>
                <w:rFonts w:ascii="Calibri" w:hAnsi="Calibri" w:cs="Calibri"/>
                <w:sz w:val="22"/>
                <w:szCs w:val="22"/>
              </w:rPr>
              <w:t>implementarea comercială</w:t>
            </w:r>
          </w:p>
          <w:p w14:paraId="13EF5EC4" w14:textId="77777777" w:rsidR="00585781" w:rsidRPr="00585781" w:rsidRDefault="00585781" w:rsidP="00585781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85781">
              <w:rPr>
                <w:rFonts w:ascii="Calibri" w:hAnsi="Calibri" w:cs="Calibri"/>
                <w:sz w:val="22"/>
                <w:szCs w:val="22"/>
              </w:rPr>
              <w:t>completă. Sistemul real dovedit prin</w:t>
            </w:r>
          </w:p>
          <w:p w14:paraId="611345A4" w14:textId="77777777" w:rsidR="00585781" w:rsidRPr="00585781" w:rsidRDefault="00585781" w:rsidP="00585781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85781">
              <w:rPr>
                <w:rFonts w:ascii="Calibri" w:hAnsi="Calibri" w:cs="Calibri"/>
                <w:sz w:val="22"/>
                <w:szCs w:val="22"/>
              </w:rPr>
              <w:lastRenderedPageBreak/>
              <w:t>operațiuni de succes în mediul de</w:t>
            </w:r>
          </w:p>
          <w:p w14:paraId="3B638683" w14:textId="77777777" w:rsidR="00585781" w:rsidRPr="00585781" w:rsidRDefault="00585781" w:rsidP="00585781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85781">
              <w:rPr>
                <w:rFonts w:ascii="Calibri" w:hAnsi="Calibri" w:cs="Calibri"/>
                <w:sz w:val="22"/>
                <w:szCs w:val="22"/>
              </w:rPr>
              <w:t>operare și pregătit pentru</w:t>
            </w:r>
          </w:p>
          <w:p w14:paraId="28599926" w14:textId="742C1293" w:rsidR="00030D1A" w:rsidRPr="007E3581" w:rsidRDefault="00585781" w:rsidP="00585781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85781">
              <w:rPr>
                <w:rFonts w:ascii="Calibri" w:hAnsi="Calibri" w:cs="Calibri"/>
                <w:sz w:val="22"/>
                <w:szCs w:val="22"/>
              </w:rPr>
              <w:t>desfășurarea comercială completă.</w:t>
            </w:r>
          </w:p>
        </w:tc>
      </w:tr>
      <w:tr w:rsidR="00E81F78" w:rsidRPr="00AC4BE0" w14:paraId="50E811A7" w14:textId="77777777" w:rsidTr="00CE7A19">
        <w:tc>
          <w:tcPr>
            <w:tcW w:w="567" w:type="dxa"/>
            <w:shd w:val="clear" w:color="auto" w:fill="auto"/>
          </w:tcPr>
          <w:p w14:paraId="774F5B08" w14:textId="147589E5" w:rsidR="00E81F78" w:rsidRPr="00E9188B" w:rsidRDefault="00E81F78" w:rsidP="00E81F7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099" w:type="dxa"/>
            <w:shd w:val="clear" w:color="auto" w:fill="auto"/>
          </w:tcPr>
          <w:p w14:paraId="3A643569" w14:textId="77777777" w:rsidR="00E81F78" w:rsidRPr="00E9188B" w:rsidRDefault="00E81F78" w:rsidP="00E81F7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9188B">
              <w:rPr>
                <w:rFonts w:ascii="Calibri" w:hAnsi="Calibri" w:cs="Calibri"/>
                <w:sz w:val="22"/>
                <w:szCs w:val="22"/>
              </w:rPr>
              <w:t>Îndeplinire indicatori de realizare (RCO)</w:t>
            </w:r>
          </w:p>
        </w:tc>
        <w:tc>
          <w:tcPr>
            <w:tcW w:w="1162" w:type="dxa"/>
            <w:shd w:val="clear" w:color="auto" w:fill="auto"/>
          </w:tcPr>
          <w:p w14:paraId="3161C3CE" w14:textId="77777777" w:rsidR="00E81F78" w:rsidRPr="00E9188B" w:rsidRDefault="00E81F78" w:rsidP="00E81F7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9188B">
              <w:rPr>
                <w:rFonts w:ascii="Calibri" w:hAnsi="Calibri" w:cs="Calibri"/>
                <w:sz w:val="22"/>
                <w:szCs w:val="22"/>
              </w:rPr>
              <w:t>Calitativ /cantitativ</w:t>
            </w:r>
          </w:p>
        </w:tc>
        <w:tc>
          <w:tcPr>
            <w:tcW w:w="2268" w:type="dxa"/>
            <w:shd w:val="clear" w:color="auto" w:fill="auto"/>
          </w:tcPr>
          <w:p w14:paraId="0EA17454" w14:textId="77777777" w:rsidR="00E81F78" w:rsidRPr="00E9188B" w:rsidRDefault="00E81F78" w:rsidP="00E81F7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9188B">
              <w:rPr>
                <w:rFonts w:ascii="Calibri" w:hAnsi="Calibri" w:cs="Calibri"/>
                <w:sz w:val="22"/>
                <w:szCs w:val="22"/>
              </w:rPr>
              <w:t>Depunerea spre verificare la AM PR Centru a Raportului de progres final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/rapoartelor trimestriale </w:t>
            </w:r>
            <w:r w:rsidRPr="001273FC">
              <w:rPr>
                <w:rFonts w:ascii="Calibri" w:hAnsi="Calibri" w:cs="Calibri"/>
                <w:sz w:val="22"/>
                <w:szCs w:val="22"/>
              </w:rPr>
              <w:t>și a altor documente justificative relevante</w:t>
            </w:r>
          </w:p>
          <w:p w14:paraId="62F880B9" w14:textId="77777777" w:rsidR="00E81F78" w:rsidRPr="00E9188B" w:rsidRDefault="00E81F78" w:rsidP="00E81F7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9188B">
              <w:rPr>
                <w:rFonts w:ascii="Calibri" w:hAnsi="Calibri" w:cs="Calibri"/>
                <w:sz w:val="22"/>
                <w:szCs w:val="22"/>
              </w:rPr>
              <w:t>Se vor descrie inclusiv valori intermediare, dacă e cazul</w:t>
            </w:r>
          </w:p>
        </w:tc>
        <w:tc>
          <w:tcPr>
            <w:tcW w:w="2410" w:type="dxa"/>
            <w:shd w:val="clear" w:color="auto" w:fill="auto"/>
          </w:tcPr>
          <w:p w14:paraId="726F1A9C" w14:textId="77777777" w:rsidR="00E81F78" w:rsidRPr="00E9188B" w:rsidRDefault="00E81F78" w:rsidP="00E81F7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9188B">
              <w:rPr>
                <w:rFonts w:ascii="Calibri" w:hAnsi="Calibri" w:cs="Calibri"/>
                <w:sz w:val="22"/>
                <w:szCs w:val="22"/>
              </w:rPr>
              <w:t>Verificarea Raportului de progres final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/a rapoartelor trimestriale și a altor </w:t>
            </w:r>
            <w:r w:rsidRPr="001273FC">
              <w:rPr>
                <w:rFonts w:ascii="Calibri" w:hAnsi="Calibri" w:cs="Calibri"/>
                <w:sz w:val="22"/>
                <w:szCs w:val="22"/>
              </w:rPr>
              <w:t>documente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justificative</w:t>
            </w:r>
            <w:r w:rsidRPr="001273FC">
              <w:rPr>
                <w:rFonts w:ascii="Calibri" w:hAnsi="Calibri" w:cs="Calibri"/>
                <w:sz w:val="22"/>
                <w:szCs w:val="22"/>
              </w:rPr>
              <w:t xml:space="preserve"> relevante</w:t>
            </w:r>
          </w:p>
        </w:tc>
        <w:tc>
          <w:tcPr>
            <w:tcW w:w="2693" w:type="dxa"/>
            <w:shd w:val="clear" w:color="auto" w:fill="auto"/>
          </w:tcPr>
          <w:p w14:paraId="2B5CD7F9" w14:textId="77777777" w:rsidR="00E81F78" w:rsidRPr="00E9188B" w:rsidRDefault="00E81F78" w:rsidP="00E81F7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9188B">
              <w:rPr>
                <w:rFonts w:ascii="Calibri" w:hAnsi="Calibri" w:cs="Calibri"/>
                <w:sz w:val="22"/>
                <w:szCs w:val="22"/>
              </w:rPr>
              <w:t>Se va completa de beneficiar  cu respectarea duratei de implementare a proiectului în conformitate cu contractul de finanțare</w:t>
            </w:r>
          </w:p>
        </w:tc>
        <w:tc>
          <w:tcPr>
            <w:tcW w:w="1985" w:type="dxa"/>
            <w:shd w:val="clear" w:color="auto" w:fill="auto"/>
          </w:tcPr>
          <w:p w14:paraId="23D62454" w14:textId="77777777" w:rsidR="00E81F78" w:rsidRPr="00E9188B" w:rsidRDefault="00E81F78" w:rsidP="00E81F7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9188B">
              <w:rPr>
                <w:rFonts w:ascii="Calibri" w:hAnsi="Calibri" w:cs="Calibri"/>
                <w:sz w:val="22"/>
                <w:szCs w:val="22"/>
              </w:rPr>
              <w:t xml:space="preserve">Raportul de progres final, raportul de vizită final la locația de implementare a proiectului,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rapoarte trimestriale pe parcursul implementării proiectului, </w:t>
            </w:r>
            <w:r w:rsidRPr="00E9188B">
              <w:rPr>
                <w:rFonts w:ascii="Calibri" w:hAnsi="Calibri" w:cs="Calibri"/>
                <w:sz w:val="22"/>
                <w:szCs w:val="22"/>
              </w:rPr>
              <w:t>orice alte documente relevante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3C7F2F" w14:textId="77777777" w:rsidR="00E81F78" w:rsidRPr="00E9188B" w:rsidRDefault="00E81F78" w:rsidP="00E81F7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9188B">
              <w:rPr>
                <w:rFonts w:ascii="Calibri" w:hAnsi="Calibri" w:cs="Calibri"/>
                <w:sz w:val="22"/>
                <w:szCs w:val="22"/>
              </w:rPr>
              <w:t>Se va completa de către beneficiar</w:t>
            </w:r>
          </w:p>
        </w:tc>
      </w:tr>
      <w:tr w:rsidR="00E81F78" w:rsidRPr="00AC4BE0" w14:paraId="77648788" w14:textId="77777777" w:rsidTr="00CE7A19">
        <w:tc>
          <w:tcPr>
            <w:tcW w:w="567" w:type="dxa"/>
            <w:shd w:val="clear" w:color="auto" w:fill="auto"/>
          </w:tcPr>
          <w:p w14:paraId="71FA1CDD" w14:textId="7C37D38E" w:rsidR="00E81F78" w:rsidRPr="00E9188B" w:rsidRDefault="00E81F78" w:rsidP="00E81F7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099" w:type="dxa"/>
            <w:shd w:val="clear" w:color="auto" w:fill="auto"/>
          </w:tcPr>
          <w:p w14:paraId="23324B64" w14:textId="77777777" w:rsidR="00E81F78" w:rsidRPr="00E9188B" w:rsidRDefault="00E81F78" w:rsidP="00E81F7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9188B">
              <w:rPr>
                <w:rFonts w:ascii="Calibri" w:hAnsi="Calibri" w:cs="Calibri"/>
                <w:sz w:val="22"/>
                <w:szCs w:val="22"/>
              </w:rPr>
              <w:t>Îndeplinire indicatori de rezultat (RCR)</w:t>
            </w:r>
          </w:p>
        </w:tc>
        <w:tc>
          <w:tcPr>
            <w:tcW w:w="1162" w:type="dxa"/>
            <w:shd w:val="clear" w:color="auto" w:fill="auto"/>
          </w:tcPr>
          <w:p w14:paraId="5B82ED9B" w14:textId="77777777" w:rsidR="00E81F78" w:rsidRPr="00E9188B" w:rsidRDefault="00E81F78" w:rsidP="00E81F7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9188B">
              <w:rPr>
                <w:rFonts w:ascii="Calibri" w:hAnsi="Calibri" w:cs="Calibri"/>
                <w:sz w:val="22"/>
                <w:szCs w:val="22"/>
              </w:rPr>
              <w:t>Cantitativ</w:t>
            </w:r>
          </w:p>
        </w:tc>
        <w:tc>
          <w:tcPr>
            <w:tcW w:w="2268" w:type="dxa"/>
            <w:shd w:val="clear" w:color="auto" w:fill="auto"/>
          </w:tcPr>
          <w:p w14:paraId="48E22894" w14:textId="77777777" w:rsidR="00E81F78" w:rsidRPr="00E9188B" w:rsidRDefault="00E81F78" w:rsidP="00E81F7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9188B">
              <w:rPr>
                <w:rFonts w:ascii="Calibri" w:hAnsi="Calibri" w:cs="Calibri"/>
                <w:sz w:val="22"/>
                <w:szCs w:val="22"/>
              </w:rPr>
              <w:t>Depunerea spre verificare la AM PR Centru a Raportului de progres final</w:t>
            </w:r>
            <w:r>
              <w:rPr>
                <w:rFonts w:ascii="Calibri" w:hAnsi="Calibri" w:cs="Calibri"/>
                <w:sz w:val="22"/>
                <w:szCs w:val="22"/>
              </w:rPr>
              <w:t>, a altor documente justificative</w:t>
            </w:r>
          </w:p>
          <w:p w14:paraId="273B845E" w14:textId="77777777" w:rsidR="00E81F78" w:rsidRPr="00E9188B" w:rsidRDefault="00E81F78" w:rsidP="00E81F7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9188B">
              <w:rPr>
                <w:rFonts w:ascii="Calibri" w:hAnsi="Calibri" w:cs="Calibri"/>
                <w:sz w:val="22"/>
                <w:szCs w:val="22"/>
              </w:rPr>
              <w:lastRenderedPageBreak/>
              <w:t>Se vor descrie inclusiv valori intermediare, dacă e cazul</w:t>
            </w:r>
          </w:p>
        </w:tc>
        <w:tc>
          <w:tcPr>
            <w:tcW w:w="2410" w:type="dxa"/>
            <w:shd w:val="clear" w:color="auto" w:fill="auto"/>
          </w:tcPr>
          <w:p w14:paraId="3151D261" w14:textId="77777777" w:rsidR="00E81F78" w:rsidRPr="00E9188B" w:rsidRDefault="00E81F78" w:rsidP="00E81F7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9188B">
              <w:rPr>
                <w:rFonts w:ascii="Calibri" w:hAnsi="Calibri" w:cs="Calibri"/>
                <w:sz w:val="22"/>
                <w:szCs w:val="22"/>
              </w:rPr>
              <w:lastRenderedPageBreak/>
              <w:t>Verificarea Raportului de progres final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, </w:t>
            </w:r>
            <w:r w:rsidRPr="00F1579D">
              <w:rPr>
                <w:rFonts w:ascii="Calibri" w:hAnsi="Calibri" w:cs="Calibri"/>
                <w:sz w:val="22"/>
                <w:szCs w:val="22"/>
              </w:rPr>
              <w:t xml:space="preserve">a altor documente </w:t>
            </w:r>
            <w:r>
              <w:rPr>
                <w:rFonts w:ascii="Calibri" w:hAnsi="Calibri" w:cs="Calibri"/>
                <w:sz w:val="22"/>
                <w:szCs w:val="22"/>
              </w:rPr>
              <w:t>relevante</w:t>
            </w:r>
          </w:p>
        </w:tc>
        <w:tc>
          <w:tcPr>
            <w:tcW w:w="2693" w:type="dxa"/>
            <w:shd w:val="clear" w:color="auto" w:fill="auto"/>
          </w:tcPr>
          <w:p w14:paraId="2B00B0FA" w14:textId="77777777" w:rsidR="00E81F78" w:rsidRPr="00E9188B" w:rsidRDefault="00E81F78" w:rsidP="00E81F7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9188B">
              <w:rPr>
                <w:rFonts w:ascii="Calibri" w:hAnsi="Calibri" w:cs="Calibri"/>
                <w:sz w:val="22"/>
                <w:szCs w:val="22"/>
              </w:rPr>
              <w:t>Se va completa de beneficiar  cu respectarea duratei de implementare a proiectului în conformitate cu contractul de finanțare</w:t>
            </w:r>
          </w:p>
        </w:tc>
        <w:tc>
          <w:tcPr>
            <w:tcW w:w="1985" w:type="dxa"/>
            <w:shd w:val="clear" w:color="auto" w:fill="auto"/>
          </w:tcPr>
          <w:p w14:paraId="54922336" w14:textId="77777777" w:rsidR="00E81F78" w:rsidRPr="00E9188B" w:rsidRDefault="00E81F78" w:rsidP="00E81F7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9188B">
              <w:rPr>
                <w:rFonts w:ascii="Calibri" w:hAnsi="Calibri" w:cs="Calibri"/>
                <w:sz w:val="22"/>
                <w:szCs w:val="22"/>
              </w:rPr>
              <w:t xml:space="preserve">Raportul de progres final, raportul de vizită final la locația de implementare a proiectului, orice </w:t>
            </w:r>
            <w:r w:rsidRPr="00E9188B">
              <w:rPr>
                <w:rFonts w:ascii="Calibri" w:hAnsi="Calibri" w:cs="Calibri"/>
                <w:sz w:val="22"/>
                <w:szCs w:val="22"/>
              </w:rPr>
              <w:lastRenderedPageBreak/>
              <w:t>alte documente relevante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5DB7E5" w14:textId="77777777" w:rsidR="00E81F78" w:rsidRPr="00E9188B" w:rsidRDefault="00E81F78" w:rsidP="00E81F7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9188B">
              <w:rPr>
                <w:rFonts w:ascii="Calibri" w:hAnsi="Calibri" w:cs="Calibri"/>
                <w:sz w:val="22"/>
                <w:szCs w:val="22"/>
              </w:rPr>
              <w:lastRenderedPageBreak/>
              <w:t>Se va completa de către beneficiar</w:t>
            </w:r>
          </w:p>
        </w:tc>
      </w:tr>
    </w:tbl>
    <w:p w14:paraId="66B06736" w14:textId="77777777" w:rsidR="00166751" w:rsidRDefault="00166751" w:rsidP="00B71552">
      <w:pPr>
        <w:jc w:val="both"/>
        <w:rPr>
          <w:rFonts w:ascii="Calibri" w:hAnsi="Calibri" w:cs="Calibri"/>
        </w:rPr>
      </w:pPr>
    </w:p>
    <w:p w14:paraId="187477BC" w14:textId="77777777" w:rsidR="000E59DA" w:rsidRDefault="000E59DA" w:rsidP="00B71552">
      <w:pPr>
        <w:jc w:val="both"/>
        <w:rPr>
          <w:rFonts w:ascii="Calibri" w:hAnsi="Calibri" w:cs="Calibri"/>
        </w:rPr>
      </w:pPr>
    </w:p>
    <w:p w14:paraId="4722171A" w14:textId="77777777" w:rsidR="00B71552" w:rsidRDefault="00B71552" w:rsidP="00B71552">
      <w:pPr>
        <w:jc w:val="both"/>
        <w:rPr>
          <w:rFonts w:ascii="Calibri" w:hAnsi="Calibri" w:cs="Calibri"/>
        </w:rPr>
      </w:pPr>
      <w:r w:rsidRPr="00B71552">
        <w:rPr>
          <w:rFonts w:ascii="Calibri" w:hAnsi="Calibri" w:cs="Calibri"/>
        </w:rPr>
        <w:t xml:space="preserve">În sensul prezentei metodologii, </w:t>
      </w:r>
      <w:r w:rsidRPr="00B71552">
        <w:rPr>
          <w:rFonts w:ascii="Calibri" w:hAnsi="Calibri" w:cs="Calibri"/>
          <w:b/>
        </w:rPr>
        <w:t>indicatorii de etapă</w:t>
      </w:r>
      <w:r w:rsidRPr="00B71552">
        <w:rPr>
          <w:rFonts w:ascii="Calibri" w:hAnsi="Calibri" w:cs="Calibri"/>
        </w:rPr>
        <w:t xml:space="preserve"> reprezintă repere cantitative, valorice sau calitative faţă de care este monitorizat şi evaluat, într-o manieră obiectivă şi transparentă, progresul imp</w:t>
      </w:r>
      <w:r>
        <w:rPr>
          <w:rFonts w:ascii="Calibri" w:hAnsi="Calibri" w:cs="Calibri"/>
        </w:rPr>
        <w:t>lementării unui proiect.</w:t>
      </w:r>
      <w:r w:rsidRPr="00B71552">
        <w:rPr>
          <w:rFonts w:ascii="Calibri" w:hAnsi="Calibri" w:cs="Calibri"/>
        </w:rPr>
        <w:t xml:space="preserve"> </w:t>
      </w:r>
    </w:p>
    <w:p w14:paraId="01DD15F1" w14:textId="77777777" w:rsidR="00B71552" w:rsidRDefault="00B71552" w:rsidP="00B71552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Î</w:t>
      </w:r>
      <w:r w:rsidRPr="00B71552">
        <w:rPr>
          <w:rFonts w:ascii="Calibri" w:hAnsi="Calibri" w:cs="Calibri"/>
        </w:rPr>
        <w:t xml:space="preserve">n funcţie de natura proiectelor, indicatorii de etapă pot reprezenta: </w:t>
      </w:r>
    </w:p>
    <w:p w14:paraId="199F7BB2" w14:textId="77777777" w:rsidR="00B71552" w:rsidRDefault="00B71552" w:rsidP="00B71552">
      <w:pPr>
        <w:numPr>
          <w:ilvl w:val="0"/>
          <w:numId w:val="24"/>
        </w:numPr>
        <w:jc w:val="both"/>
        <w:rPr>
          <w:rFonts w:ascii="Calibri" w:hAnsi="Calibri" w:cs="Calibri"/>
        </w:rPr>
      </w:pPr>
      <w:r w:rsidRPr="00B71552">
        <w:rPr>
          <w:rFonts w:ascii="Calibri" w:hAnsi="Calibri" w:cs="Calibri"/>
        </w:rPr>
        <w:t xml:space="preserve">realizarea unor activităţi sau subactivităţi din proiect, </w:t>
      </w:r>
    </w:p>
    <w:p w14:paraId="16591789" w14:textId="77777777" w:rsidR="00B71552" w:rsidRDefault="00B71552" w:rsidP="00B71552">
      <w:pPr>
        <w:numPr>
          <w:ilvl w:val="0"/>
          <w:numId w:val="24"/>
        </w:numPr>
        <w:jc w:val="both"/>
        <w:rPr>
          <w:rFonts w:ascii="Calibri" w:hAnsi="Calibri" w:cs="Calibri"/>
        </w:rPr>
      </w:pPr>
      <w:r w:rsidRPr="00B71552">
        <w:rPr>
          <w:rFonts w:ascii="Calibri" w:hAnsi="Calibri" w:cs="Calibri"/>
        </w:rPr>
        <w:t>atingerea unor stadii de implementare sau de execuţie tehnică sau financiară prestabil</w:t>
      </w:r>
      <w:r>
        <w:rPr>
          <w:rFonts w:ascii="Calibri" w:hAnsi="Calibri" w:cs="Calibri"/>
        </w:rPr>
        <w:t>ite</w:t>
      </w:r>
    </w:p>
    <w:p w14:paraId="72E8B244" w14:textId="77777777" w:rsidR="00B71552" w:rsidRPr="00B71552" w:rsidRDefault="00B71552" w:rsidP="00B71552">
      <w:pPr>
        <w:numPr>
          <w:ilvl w:val="0"/>
          <w:numId w:val="24"/>
        </w:numPr>
        <w:jc w:val="both"/>
        <w:rPr>
          <w:rFonts w:ascii="Calibri" w:hAnsi="Calibri" w:cs="Calibri"/>
        </w:rPr>
      </w:pPr>
      <w:r w:rsidRPr="00B71552">
        <w:rPr>
          <w:rFonts w:ascii="Calibri" w:hAnsi="Calibri" w:cs="Calibri"/>
        </w:rPr>
        <w:t>stadii sau valori intermediare ale indicatorilor de realizare.</w:t>
      </w:r>
    </w:p>
    <w:p w14:paraId="640BD030" w14:textId="77777777" w:rsidR="00B71552" w:rsidRDefault="00B71552" w:rsidP="00E8080E">
      <w:pPr>
        <w:jc w:val="both"/>
        <w:rPr>
          <w:rFonts w:ascii="Calibri" w:hAnsi="Calibri" w:cs="Calibri"/>
        </w:rPr>
      </w:pPr>
    </w:p>
    <w:p w14:paraId="343EBA73" w14:textId="77777777" w:rsidR="000E59DA" w:rsidRDefault="000E59DA" w:rsidP="00E8080E">
      <w:pPr>
        <w:jc w:val="both"/>
        <w:rPr>
          <w:rFonts w:ascii="Calibri" w:hAnsi="Calibri" w:cs="Calibri"/>
        </w:rPr>
      </w:pPr>
    </w:p>
    <w:p w14:paraId="65838EAA" w14:textId="77777777" w:rsidR="00E8080E" w:rsidRDefault="00E8080E" w:rsidP="00E8080E">
      <w:pPr>
        <w:jc w:val="both"/>
        <w:rPr>
          <w:rFonts w:ascii="Calibri" w:hAnsi="Calibri" w:cs="Calibri"/>
        </w:rPr>
      </w:pPr>
      <w:r w:rsidRPr="00E8080E">
        <w:rPr>
          <w:rFonts w:ascii="Calibri" w:hAnsi="Calibri" w:cs="Calibri"/>
        </w:rPr>
        <w:t>Planul de monitorizare a</w:t>
      </w:r>
      <w:r>
        <w:rPr>
          <w:rFonts w:ascii="Calibri" w:hAnsi="Calibri" w:cs="Calibri"/>
        </w:rPr>
        <w:t>l</w:t>
      </w:r>
      <w:r w:rsidRPr="00E8080E">
        <w:rPr>
          <w:rFonts w:ascii="Calibri" w:hAnsi="Calibri" w:cs="Calibri"/>
        </w:rPr>
        <w:t xml:space="preserve"> proiectului</w:t>
      </w:r>
      <w:r>
        <w:rPr>
          <w:rFonts w:ascii="Calibri" w:hAnsi="Calibri" w:cs="Calibri"/>
        </w:rPr>
        <w:t>:</w:t>
      </w:r>
    </w:p>
    <w:p w14:paraId="0304F524" w14:textId="77777777" w:rsidR="00E8080E" w:rsidRPr="008272F8" w:rsidRDefault="00E8080E" w:rsidP="00E8080E">
      <w:pPr>
        <w:numPr>
          <w:ilvl w:val="0"/>
          <w:numId w:val="22"/>
        </w:numPr>
        <w:jc w:val="both"/>
        <w:rPr>
          <w:rFonts w:ascii="Calibri" w:hAnsi="Calibri" w:cs="Calibri"/>
          <w:lang w:val="pt-BR"/>
        </w:rPr>
      </w:pPr>
      <w:r w:rsidRPr="00E8080E">
        <w:rPr>
          <w:rFonts w:ascii="Calibri" w:hAnsi="Calibri" w:cs="Calibri"/>
        </w:rPr>
        <w:t>este parte integrantă a contractului de finanţare</w:t>
      </w:r>
      <w:r>
        <w:rPr>
          <w:rFonts w:ascii="Calibri" w:hAnsi="Calibri" w:cs="Calibri"/>
        </w:rPr>
        <w:t xml:space="preserve"> </w:t>
      </w:r>
      <w:r w:rsidRPr="00E8080E">
        <w:rPr>
          <w:rFonts w:ascii="Calibri" w:hAnsi="Calibri" w:cs="Calibri"/>
        </w:rPr>
        <w:t xml:space="preserve">şi cuprinde indicatorii de etapă stabiliţi pentru perioada de implementare a proiectului pe baza cărora se monitorizează şi se evaluează progresul implementării proiectului; </w:t>
      </w:r>
    </w:p>
    <w:p w14:paraId="703D1056" w14:textId="77777777" w:rsidR="00E8080E" w:rsidRPr="00E8080E" w:rsidRDefault="00E8080E" w:rsidP="00E8080E">
      <w:pPr>
        <w:numPr>
          <w:ilvl w:val="0"/>
          <w:numId w:val="22"/>
        </w:numPr>
        <w:jc w:val="both"/>
        <w:rPr>
          <w:rFonts w:ascii="Calibri" w:hAnsi="Calibri" w:cs="Calibri"/>
        </w:rPr>
      </w:pPr>
      <w:r w:rsidRPr="00E8080E">
        <w:rPr>
          <w:rFonts w:ascii="Calibri" w:hAnsi="Calibri" w:cs="Calibri"/>
        </w:rPr>
        <w:t xml:space="preserve">acesta include valorile ţintelor finale ale indicatorilor de realizare şi de rezultat care trebuie atinse ca urmare a implementării proiectului, precum şi valorile de bază/de referinţă ale acestora, dacă există; </w:t>
      </w:r>
    </w:p>
    <w:p w14:paraId="71A89E2A" w14:textId="77777777" w:rsidR="00E8080E" w:rsidRPr="00E8080E" w:rsidRDefault="00E8080E" w:rsidP="00E8080E">
      <w:pPr>
        <w:numPr>
          <w:ilvl w:val="0"/>
          <w:numId w:val="22"/>
        </w:numPr>
        <w:jc w:val="both"/>
        <w:rPr>
          <w:rFonts w:ascii="Calibri" w:hAnsi="Calibri" w:cs="Calibri"/>
        </w:rPr>
      </w:pPr>
      <w:r w:rsidRPr="00E8080E">
        <w:rPr>
          <w:rFonts w:ascii="Calibri" w:hAnsi="Calibri" w:cs="Calibri"/>
        </w:rPr>
        <w:t>utilizarea acestuia are ca finalitate consolidarea şi eficientizarea procesului de monitorizare a proiectelor de către autorităţile de management</w:t>
      </w:r>
      <w:r>
        <w:rPr>
          <w:rFonts w:ascii="Calibri" w:hAnsi="Calibri" w:cs="Calibri"/>
        </w:rPr>
        <w:t>.</w:t>
      </w:r>
    </w:p>
    <w:p w14:paraId="6CC8A9D1" w14:textId="77777777" w:rsidR="000E59DA" w:rsidRPr="00E8080E" w:rsidRDefault="000E59DA" w:rsidP="00E8080E">
      <w:pPr>
        <w:jc w:val="both"/>
        <w:rPr>
          <w:rFonts w:ascii="Calibri" w:hAnsi="Calibri" w:cs="Calibri"/>
        </w:rPr>
      </w:pPr>
    </w:p>
    <w:p w14:paraId="69279ACE" w14:textId="77777777" w:rsidR="00E8080E" w:rsidRDefault="00E8080E" w:rsidP="00E8080E">
      <w:pPr>
        <w:jc w:val="both"/>
        <w:rPr>
          <w:rFonts w:ascii="Calibri" w:hAnsi="Calibri" w:cs="Calibri"/>
        </w:rPr>
      </w:pPr>
    </w:p>
    <w:p w14:paraId="2F6AAF9F" w14:textId="77777777" w:rsidR="00E8080E" w:rsidRPr="00B7289C" w:rsidRDefault="00380F32" w:rsidP="00B7289C">
      <w:pPr>
        <w:shd w:val="clear" w:color="auto" w:fill="BFBFBF"/>
        <w:jc w:val="both"/>
        <w:rPr>
          <w:rFonts w:ascii="Calibri" w:hAnsi="Calibri" w:cs="Calibri"/>
          <w:b/>
          <w:color w:val="2F5496"/>
        </w:rPr>
      </w:pPr>
      <w:r>
        <w:rPr>
          <w:rFonts w:ascii="Calibri" w:hAnsi="Calibri" w:cs="Calibri"/>
          <w:b/>
          <w:color w:val="2F5496"/>
        </w:rPr>
        <w:t>IMPORTANT!</w:t>
      </w:r>
    </w:p>
    <w:p w14:paraId="2AE037FC" w14:textId="77777777" w:rsidR="009D79CD" w:rsidRPr="000F6FA7" w:rsidRDefault="009D79CD" w:rsidP="00B7289C">
      <w:pPr>
        <w:shd w:val="clear" w:color="auto" w:fill="FFFFFF"/>
        <w:jc w:val="both"/>
        <w:rPr>
          <w:rFonts w:ascii="Calibri" w:hAnsi="Calibri" w:cs="Calibri"/>
          <w:b/>
        </w:rPr>
      </w:pPr>
    </w:p>
    <w:p w14:paraId="76D0947D" w14:textId="3FBD1AC8" w:rsidR="001A225C" w:rsidRDefault="001A225C" w:rsidP="00696924">
      <w:pPr>
        <w:numPr>
          <w:ilvl w:val="0"/>
          <w:numId w:val="23"/>
        </w:numPr>
        <w:shd w:val="clear" w:color="auto" w:fill="FFFFFF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Conform art. 14, alin. (25) din OUG 23/</w:t>
      </w:r>
      <w:r w:rsidRPr="001A225C">
        <w:rPr>
          <w:rFonts w:ascii="Calibri" w:hAnsi="Calibri" w:cs="Calibri"/>
        </w:rPr>
        <w:t xml:space="preserve">2023: Planul de monitorizare al proiectului poate face obiectul unor modificări prin act </w:t>
      </w:r>
      <w:r w:rsidR="009C6CA3" w:rsidRPr="001A225C">
        <w:rPr>
          <w:rFonts w:ascii="Calibri" w:hAnsi="Calibri" w:cs="Calibri"/>
        </w:rPr>
        <w:t>adițional</w:t>
      </w:r>
      <w:r w:rsidRPr="001A225C">
        <w:rPr>
          <w:rFonts w:ascii="Calibri" w:hAnsi="Calibri" w:cs="Calibri"/>
        </w:rPr>
        <w:t xml:space="preserve"> la contractul de finanţare.</w:t>
      </w:r>
    </w:p>
    <w:p w14:paraId="3ADD665D" w14:textId="77777777" w:rsidR="005A3D64" w:rsidRPr="00696924" w:rsidRDefault="00696924" w:rsidP="00550BE6">
      <w:pPr>
        <w:numPr>
          <w:ilvl w:val="0"/>
          <w:numId w:val="23"/>
        </w:numPr>
        <w:shd w:val="clear" w:color="auto" w:fill="FFFFFF"/>
        <w:jc w:val="both"/>
        <w:rPr>
          <w:rFonts w:ascii="Calibri" w:hAnsi="Calibri" w:cs="Calibri"/>
        </w:rPr>
      </w:pPr>
      <w:r w:rsidRPr="00696924">
        <w:rPr>
          <w:rFonts w:ascii="Calibri" w:hAnsi="Calibri" w:cs="Calibri"/>
        </w:rPr>
        <w:t>Masurile pentru neî</w:t>
      </w:r>
      <w:r w:rsidR="005A3D64" w:rsidRPr="00696924">
        <w:rPr>
          <w:rFonts w:ascii="Calibri" w:hAnsi="Calibri" w:cs="Calibri"/>
        </w:rPr>
        <w:t>ndeplinirea indicatorilor de etap</w:t>
      </w:r>
      <w:r w:rsidRPr="00696924">
        <w:rPr>
          <w:rFonts w:ascii="Calibri" w:hAnsi="Calibri" w:cs="Calibri"/>
        </w:rPr>
        <w:t>ă</w:t>
      </w:r>
      <w:r w:rsidR="005A3D64" w:rsidRPr="00696924">
        <w:rPr>
          <w:rFonts w:ascii="Calibri" w:hAnsi="Calibri" w:cs="Calibri"/>
        </w:rPr>
        <w:t xml:space="preserve"> se </w:t>
      </w:r>
      <w:r w:rsidRPr="00696924">
        <w:rPr>
          <w:rFonts w:ascii="Calibri" w:hAnsi="Calibri" w:cs="Calibri"/>
        </w:rPr>
        <w:t>pot</w:t>
      </w:r>
      <w:r w:rsidR="005A3D64" w:rsidRPr="00696924">
        <w:rPr>
          <w:rFonts w:ascii="Calibri" w:hAnsi="Calibri" w:cs="Calibri"/>
        </w:rPr>
        <w:t xml:space="preserve"> aplica gradual</w:t>
      </w:r>
      <w:r w:rsidR="00980BA3">
        <w:rPr>
          <w:rFonts w:ascii="Calibri" w:hAnsi="Calibri" w:cs="Calibri"/>
        </w:rPr>
        <w:t>,</w:t>
      </w:r>
      <w:r w:rsidR="005A3D64" w:rsidRPr="00696924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conform detalierii din Condițiile specifice, anexă la contractul de finanțare.</w:t>
      </w:r>
    </w:p>
    <w:p w14:paraId="5AACC770" w14:textId="77777777" w:rsidR="009D79CD" w:rsidRPr="000F6FA7" w:rsidRDefault="009D79CD" w:rsidP="00B7289C">
      <w:pPr>
        <w:shd w:val="clear" w:color="auto" w:fill="FFFFFF"/>
        <w:jc w:val="both"/>
        <w:rPr>
          <w:rFonts w:ascii="Calibri" w:hAnsi="Calibri" w:cs="Calibri"/>
          <w:b/>
        </w:rPr>
      </w:pPr>
    </w:p>
    <w:sectPr w:rsidR="009D79CD" w:rsidRPr="000F6FA7" w:rsidSect="0069692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 w:code="9"/>
      <w:pgMar w:top="1247" w:right="1701" w:bottom="1985" w:left="1985" w:header="936" w:footer="68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30A056" w14:textId="77777777" w:rsidR="00EA0A48" w:rsidRDefault="00EA0A48">
      <w:r>
        <w:separator/>
      </w:r>
    </w:p>
  </w:endnote>
  <w:endnote w:type="continuationSeparator" w:id="0">
    <w:p w14:paraId="3B6E5624" w14:textId="77777777" w:rsidR="00EA0A48" w:rsidRDefault="00EA0A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E9D0B3" w14:textId="77777777" w:rsidR="00D82C57" w:rsidRDefault="00D82C57">
    <w:pPr>
      <w:pStyle w:val="Subsol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10"/>
    </w:tblGrid>
    <w:tr w:rsidR="002B3BB9" w14:paraId="02AD4199" w14:textId="77777777">
      <w:trPr>
        <w:cantSplit/>
        <w:trHeight w:hRule="exact" w:val="340"/>
        <w:hidden/>
      </w:trPr>
      <w:tc>
        <w:tcPr>
          <w:tcW w:w="9210" w:type="dxa"/>
        </w:tcPr>
        <w:p w14:paraId="734A4105" w14:textId="77777777" w:rsidR="002B3BB9" w:rsidRDefault="002B3BB9">
          <w:pPr>
            <w:pStyle w:val="Subsol"/>
            <w:rPr>
              <w:vanish/>
              <w:sz w:val="20"/>
            </w:rPr>
          </w:pPr>
        </w:p>
      </w:tc>
    </w:tr>
  </w:tbl>
  <w:p w14:paraId="4BBA49E5" w14:textId="77777777" w:rsidR="00F12E7F" w:rsidRDefault="002C012A" w:rsidP="00F12E7F">
    <w:pPr>
      <w:pStyle w:val="Subsol"/>
    </w:pPr>
    <w:r>
      <w:rPr>
        <w:noProof/>
        <w:lang w:val="en-US" w:eastAsia="en-US"/>
      </w:rPr>
      <w:drawing>
        <wp:anchor distT="0" distB="0" distL="114300" distR="114300" simplePos="0" relativeHeight="251660288" behindDoc="1" locked="0" layoutInCell="1" allowOverlap="1" wp14:anchorId="638C2BED" wp14:editId="137E05EE">
          <wp:simplePos x="0" y="0"/>
          <wp:positionH relativeFrom="column">
            <wp:posOffset>-1270000</wp:posOffset>
          </wp:positionH>
          <wp:positionV relativeFrom="paragraph">
            <wp:posOffset>72390</wp:posOffset>
          </wp:positionV>
          <wp:extent cx="10908030" cy="146685"/>
          <wp:effectExtent l="0" t="0" r="0" b="0"/>
          <wp:wrapNone/>
          <wp:docPr id="29" name="Picture 2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" descr="Banda colorat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08030" cy="1466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61312" behindDoc="0" locked="0" layoutInCell="1" allowOverlap="1" wp14:anchorId="64B64557" wp14:editId="3F8EF831">
          <wp:simplePos x="0" y="0"/>
          <wp:positionH relativeFrom="column">
            <wp:posOffset>3195320</wp:posOffset>
          </wp:positionH>
          <wp:positionV relativeFrom="paragraph">
            <wp:posOffset>-223520</wp:posOffset>
          </wp:positionV>
          <wp:extent cx="1952625" cy="156845"/>
          <wp:effectExtent l="0" t="0" r="0" b="0"/>
          <wp:wrapNone/>
          <wp:docPr id="34" name="Picture 34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4" descr="Untitled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62336" behindDoc="0" locked="0" layoutInCell="1" allowOverlap="1" wp14:anchorId="6AD4449E" wp14:editId="6C5952EA">
          <wp:simplePos x="0" y="0"/>
          <wp:positionH relativeFrom="column">
            <wp:posOffset>-534035</wp:posOffset>
          </wp:positionH>
          <wp:positionV relativeFrom="paragraph">
            <wp:posOffset>205105</wp:posOffset>
          </wp:positionV>
          <wp:extent cx="847725" cy="690245"/>
          <wp:effectExtent l="0" t="0" r="0" b="0"/>
          <wp:wrapNone/>
          <wp:docPr id="31" name="Picture 31" descr="LOGO_romana_bun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1" descr="LOGO_romana_bun"/>
                  <pic:cNvPicPr preferRelativeResize="0">
                    <a:picLocks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7725" cy="6902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4B1C2B1" w14:textId="77777777" w:rsidR="00BE4473" w:rsidRDefault="00BE4473" w:rsidP="00BE4473">
    <w:pPr>
      <w:spacing w:line="240" w:lineRule="exact"/>
      <w:jc w:val="right"/>
      <w:rPr>
        <w:rFonts w:ascii="Trebuchet MS" w:hAnsi="Trebuchet MS" w:cs="Arial"/>
        <w:b/>
        <w:bCs/>
        <w:color w:val="1F497D"/>
        <w:kern w:val="32"/>
        <w:sz w:val="16"/>
        <w:szCs w:val="16"/>
        <w:lang w:val="it-IT"/>
      </w:rPr>
    </w:pPr>
  </w:p>
  <w:p w14:paraId="7286CB60" w14:textId="77777777" w:rsidR="002B3BB9" w:rsidRDefault="002C012A" w:rsidP="00E1542E">
    <w:pPr>
      <w:spacing w:line="240" w:lineRule="exact"/>
      <w:jc w:val="right"/>
      <w:rPr>
        <w:sz w:val="12"/>
      </w:rPr>
    </w:pPr>
    <w:r>
      <w:rPr>
        <w:rFonts w:ascii="Trebuchet MS" w:hAnsi="Trebuchet MS" w:cs="Arial"/>
        <w:b/>
        <w:bCs/>
        <w:noProof/>
        <w:color w:val="1F497D"/>
        <w:kern w:val="32"/>
        <w:sz w:val="16"/>
        <w:szCs w:val="16"/>
        <w:lang w:val="it-IT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9CEBC0A" wp14:editId="4B10AE2A">
              <wp:simplePos x="0" y="0"/>
              <wp:positionH relativeFrom="column">
                <wp:posOffset>5768975</wp:posOffset>
              </wp:positionH>
              <wp:positionV relativeFrom="paragraph">
                <wp:posOffset>8890</wp:posOffset>
              </wp:positionV>
              <wp:extent cx="2744470" cy="645160"/>
              <wp:effectExtent l="0" t="0" r="1905" b="3175"/>
              <wp:wrapNone/>
              <wp:docPr id="7" name="Text Box 3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B1E4FE6" w14:textId="77777777" w:rsidR="00E1542E" w:rsidRDefault="00E1542E" w:rsidP="00E1542E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14:paraId="64EC1866" w14:textId="77777777" w:rsidR="00E1542E" w:rsidRDefault="00E1542E" w:rsidP="00E1542E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-mail: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14:paraId="5070E5D5" w14:textId="77777777" w:rsidR="00E1542E" w:rsidRPr="00FA2B09" w:rsidRDefault="00E1542E" w:rsidP="00E1542E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</w:t>
                          </w:r>
                          <w:r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, 11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9CEBC0A" id="_x0000_t202" coordsize="21600,21600" o:spt="202" path="m,l,21600r21600,l21600,xe">
              <v:stroke joinstyle="miter"/>
              <v:path gradientshapeok="t" o:connecttype="rect"/>
            </v:shapetype>
            <v:shape id="Text Box 36" o:spid="_x0000_s1029" type="#_x0000_t202" style="position:absolute;left:0;text-align:left;margin-left:454.25pt;margin-top:.7pt;width:216.1pt;height:50.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" stroked="f">
              <v:stroke dashstyle="1 1" endcap="round"/>
              <v:textbox>
                <w:txbxContent>
                  <w:p w14:paraId="4B1E4FE6" w14:textId="77777777" w:rsidR="00E1542E" w:rsidRDefault="00E1542E" w:rsidP="00E1542E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14:paraId="64EC1866" w14:textId="77777777" w:rsidR="00E1542E" w:rsidRDefault="00E1542E" w:rsidP="00E1542E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-mail: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14:paraId="5070E5D5" w14:textId="77777777" w:rsidR="00E1542E" w:rsidRPr="00FA2B09" w:rsidRDefault="00E1542E" w:rsidP="00E1542E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</w:t>
                    </w:r>
                    <w:r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, 11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rFonts w:ascii="Trebuchet MS" w:hAnsi="Trebuchet MS" w:cs="Arial"/>
        <w:b/>
        <w:bCs/>
        <w:noProof/>
        <w:color w:val="1F497D"/>
        <w:kern w:val="32"/>
        <w:sz w:val="16"/>
        <w:szCs w:val="16"/>
        <w:lang w:val="it-IT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59F655A0" wp14:editId="5A3FC932">
              <wp:simplePos x="0" y="0"/>
              <wp:positionH relativeFrom="column">
                <wp:posOffset>313690</wp:posOffset>
              </wp:positionH>
              <wp:positionV relativeFrom="paragraph">
                <wp:posOffset>42545</wp:posOffset>
              </wp:positionV>
              <wp:extent cx="2228215" cy="547370"/>
              <wp:effectExtent l="0" t="4445" r="1270" b="635"/>
              <wp:wrapNone/>
              <wp:docPr id="6" name="Text Box 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28215" cy="5473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E0EDFB5" w14:textId="77777777" w:rsidR="00BE4473" w:rsidRDefault="00BE4473" w:rsidP="00F12E7F">
                          <w:pPr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  <w:szCs w:val="28"/>
                              <w:lang w:val="it-IT"/>
                            </w:rPr>
                          </w:pPr>
                          <w:r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  <w:szCs w:val="28"/>
                              <w:lang w:val="it-IT"/>
                            </w:rPr>
                            <w:t>Autoritate de Management</w:t>
                          </w:r>
                        </w:p>
                        <w:p w14:paraId="1BA927AE" w14:textId="77777777" w:rsidR="00F12E7F" w:rsidRPr="00F914B7" w:rsidRDefault="00F12E7F" w:rsidP="00F12E7F">
                          <w:pPr>
                            <w:rPr>
                              <w:rFonts w:ascii="Calibri" w:hAnsi="Calibri" w:cs="Calibri"/>
                              <w:sz w:val="28"/>
                              <w:szCs w:val="28"/>
                            </w:rPr>
                          </w:pPr>
                          <w:r w:rsidRPr="00F914B7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  <w:szCs w:val="28"/>
                              <w:lang w:val="it-IT"/>
                            </w:rPr>
                            <w:t>Programul Regiunea Centru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9F655A0" id="Text Box 32" o:spid="_x0000_s1030" type="#_x0000_t202" style="position:absolute;left:0;text-align:left;margin-left:24.7pt;margin-top:3.35pt;width:175.45pt;height:43.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" filled="f" stroked="f">
              <v:textbox>
                <w:txbxContent>
                  <w:p w14:paraId="7E0EDFB5" w14:textId="77777777" w:rsidR="00BE4473" w:rsidRDefault="00BE4473" w:rsidP="00F12E7F">
                    <w:pPr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  <w:szCs w:val="28"/>
                        <w:lang w:val="it-IT"/>
                      </w:rPr>
                    </w:pPr>
                    <w:r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  <w:szCs w:val="28"/>
                        <w:lang w:val="it-IT"/>
                      </w:rPr>
                      <w:t>Autoritate de Management</w:t>
                    </w:r>
                  </w:p>
                  <w:p w14:paraId="1BA927AE" w14:textId="77777777" w:rsidR="00F12E7F" w:rsidRPr="00F914B7" w:rsidRDefault="00F12E7F" w:rsidP="00F12E7F">
                    <w:pPr>
                      <w:rPr>
                        <w:rFonts w:ascii="Calibri" w:hAnsi="Calibri" w:cs="Calibri"/>
                        <w:sz w:val="28"/>
                        <w:szCs w:val="28"/>
                      </w:rPr>
                    </w:pPr>
                    <w:r w:rsidRPr="00F914B7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  <w:szCs w:val="28"/>
                        <w:lang w:val="it-IT"/>
                      </w:rPr>
                      <w:t>Programul Regiunea Centru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319049" w14:textId="77777777" w:rsidR="00072DDE" w:rsidRDefault="002C012A" w:rsidP="005D6105">
    <w:pPr>
      <w:pStyle w:val="Subsol"/>
      <w:jc w:val="center"/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F0A9FE8" wp14:editId="75A5592D">
              <wp:simplePos x="0" y="0"/>
              <wp:positionH relativeFrom="column">
                <wp:posOffset>5875020</wp:posOffset>
              </wp:positionH>
              <wp:positionV relativeFrom="paragraph">
                <wp:posOffset>-74930</wp:posOffset>
              </wp:positionV>
              <wp:extent cx="2744470" cy="645160"/>
              <wp:effectExtent l="0" t="1270" r="635" b="1270"/>
              <wp:wrapNone/>
              <wp:docPr id="5" name="Text 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D94AF16" w14:textId="77777777" w:rsidR="0009018B" w:rsidRDefault="0009018B" w:rsidP="0009018B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bookmarkStart w:id="16" w:name="_Hlk144205187"/>
                          <w:bookmarkStart w:id="17" w:name="_Hlk144205188"/>
                          <w:bookmarkStart w:id="18" w:name="_Hlk144205189"/>
                          <w:bookmarkStart w:id="19" w:name="_Hlk144205190"/>
                          <w:bookmarkStart w:id="20" w:name="_Hlk144205191"/>
                          <w:bookmarkStart w:id="21" w:name="_Hlk144205192"/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14:paraId="7C0DE2F0" w14:textId="77777777" w:rsidR="0009018B" w:rsidRDefault="0009018B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-mail: </w:t>
                          </w:r>
                          <w:hyperlink r:id="rId1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14:paraId="3BC80C72" w14:textId="77777777" w:rsidR="0009018B" w:rsidRPr="00FA2B09" w:rsidRDefault="0009018B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</w:t>
                          </w:r>
                          <w:r w:rsidR="00275DCC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, 11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  <w:bookmarkEnd w:id="16"/>
                          <w:bookmarkEnd w:id="17"/>
                          <w:bookmarkEnd w:id="18"/>
                          <w:bookmarkEnd w:id="19"/>
                          <w:bookmarkEnd w:id="20"/>
                          <w:bookmarkEnd w:id="21"/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F0A9FE8" id="_x0000_t202" coordsize="21600,21600" o:spt="202" path="m,l,21600r21600,l21600,xe">
              <v:stroke joinstyle="miter"/>
              <v:path gradientshapeok="t" o:connecttype="rect"/>
            </v:shapetype>
            <v:shape id="Text Box 18" o:spid="_x0000_s1031" type="#_x0000_t202" style="position:absolute;left:0;text-align:left;margin-left:462.6pt;margin-top:-5.9pt;width:216.1pt;height:50.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" stroked="f">
              <v:stroke dashstyle="1 1" endcap="round"/>
              <v:textbox>
                <w:txbxContent>
                  <w:p w14:paraId="6D94AF16" w14:textId="77777777" w:rsidR="0009018B" w:rsidRDefault="0009018B" w:rsidP="0009018B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bookmarkStart w:id="22" w:name="_Hlk144205187"/>
                    <w:bookmarkStart w:id="23" w:name="_Hlk144205188"/>
                    <w:bookmarkStart w:id="24" w:name="_Hlk144205189"/>
                    <w:bookmarkStart w:id="25" w:name="_Hlk144205190"/>
                    <w:bookmarkStart w:id="26" w:name="_Hlk144205191"/>
                    <w:bookmarkStart w:id="27" w:name="_Hlk144205192"/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14:paraId="7C0DE2F0" w14:textId="77777777" w:rsidR="0009018B" w:rsidRDefault="0009018B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-mail: </w:t>
                    </w:r>
                    <w:hyperlink r:id="rId2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14:paraId="3BC80C72" w14:textId="77777777" w:rsidR="0009018B" w:rsidRPr="00FA2B09" w:rsidRDefault="0009018B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</w:t>
                    </w:r>
                    <w:r w:rsidR="00275DCC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, 11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  <w:bookmarkEnd w:id="22"/>
                    <w:bookmarkEnd w:id="23"/>
                    <w:bookmarkEnd w:id="24"/>
                    <w:bookmarkEnd w:id="25"/>
                    <w:bookmarkEnd w:id="26"/>
                    <w:bookmarkEnd w:id="27"/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w:drawing>
        <wp:anchor distT="0" distB="0" distL="114300" distR="114300" simplePos="0" relativeHeight="251659264" behindDoc="0" locked="0" layoutInCell="1" allowOverlap="1" wp14:anchorId="635B01A4" wp14:editId="355AD8CE">
          <wp:simplePos x="0" y="0"/>
          <wp:positionH relativeFrom="column">
            <wp:posOffset>3199130</wp:posOffset>
          </wp:positionH>
          <wp:positionV relativeFrom="paragraph">
            <wp:posOffset>-485140</wp:posOffset>
          </wp:positionV>
          <wp:extent cx="1952625" cy="156845"/>
          <wp:effectExtent l="0" t="0" r="0" b="0"/>
          <wp:wrapNone/>
          <wp:docPr id="27" name="Picture 27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7" descr="Untitled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56192" behindDoc="0" locked="0" layoutInCell="1" allowOverlap="1" wp14:anchorId="793C23B6" wp14:editId="1332E4E5">
          <wp:simplePos x="0" y="0"/>
          <wp:positionH relativeFrom="column">
            <wp:posOffset>-1442085</wp:posOffset>
          </wp:positionH>
          <wp:positionV relativeFrom="paragraph">
            <wp:posOffset>-302260</wp:posOffset>
          </wp:positionV>
          <wp:extent cx="11052175" cy="148590"/>
          <wp:effectExtent l="0" t="0" r="0" b="0"/>
          <wp:wrapNone/>
          <wp:docPr id="19" name="Picture 1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Banda colorata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175" cy="1485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283EEB3" wp14:editId="3A6903C6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4" name="Text Box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A389B79" w14:textId="77777777" w:rsidR="00643AC4" w:rsidRPr="00C9311C" w:rsidRDefault="00643AC4" w:rsidP="00643AC4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283EEB3" id="Text Box 26" o:spid="_x0000_s1032" type="#_x0000_t202" style="position:absolute;left:0;text-align:left;margin-left:23.95pt;margin-top:-1.85pt;width:188.2pt;height:24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" filled="f" stroked="f">
              <v:textbox>
                <w:txbxContent>
                  <w:p w14:paraId="7A389B79" w14:textId="77777777" w:rsidR="00643AC4" w:rsidRPr="00C9311C" w:rsidRDefault="00643AC4" w:rsidP="00643AC4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mc:AlternateContent>
        <mc:Choice Requires="wpg">
          <w:drawing>
            <wp:anchor distT="0" distB="0" distL="114300" distR="114300" simplePos="0" relativeHeight="251657216" behindDoc="0" locked="0" layoutInCell="1" allowOverlap="1" wp14:anchorId="69C285FD" wp14:editId="669B2A8D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1" name="Group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2" name="Picture 24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3" name="Text Box 25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9FE8742" w14:textId="77777777" w:rsidR="00643AC4" w:rsidRPr="00F914B7" w:rsidRDefault="00643AC4" w:rsidP="00643AC4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9C285FD" id="Group 23" o:spid="_x0000_s1033" style="position:absolute;left:0;text-align:left;margin-left:-42.05pt;margin-top:-10.85pt;width:242.2pt;height:61.3pt;z-index:251657216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JmIjeZ2iO2Tq6wVmr43p8G9cX66/m6Ij70bLrcdOinlz5uoFHq+JanV7xkvtSfkV6IQ&#10;supyZei1to7o6gRHIABo/BzJytLkx/NssOHW3xWr3SC3Sw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JmIjeZ2iO06usFXrON6fBvXD+uv5vex96Nm1uOnRTy583U&#10;Cj1fENTrJ/W38n5leiEHLqMmb31ujujqBFcwAAAAXHg5k21OTHv76u/8Evh1tslq98A0Sw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FbreM6fT71xzzuTujqj70fN&#10;rMePor5VvN1AotXxHUayZ5y8xT5leiEHLqMmafKttHdHUCI5AAAAAAACdwfJzfEsXdbyZdtHbk6i&#10;vn6Aaxag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ha7ien0cTFp5&#10;eT5lev7+5xzanHh6Jne3dAKDW8U1Gs3rNuRj+ZX8+9AzarJm6N+TXugEFxAAAAAAAAAAdNPfm9Rj&#10;v820S9Y55OSs90g2sTvET3rmOmAfQ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HHU6rDpacrNkivdHbPoh4yZaYq73tEAoNdxvNn3pg/VY+/5U+xBza2994x+TX8QVaKD4AAA&#10;AAAAAAAAAA2ehyc7o8N++sLjBblYaW74B3ew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Hy1q0rNrTFax1zM9T5MxEbzO0Aptdx2td8ekjlT+8nq+5Ez66I3ri6Z+dIKLLlyZrzf&#10;Leb2ntmUG17XtyrTMz5weHwAAAAAAAAAAAAAAAangWTl8OrHbWZhZ6G3K08R3TsCxS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QdfxXBot6/tMvzInq9M9jhn1VMPR763dAM7rd&#10;fn1t98ltq9lI6oV+bPfNPlT0dkR1AiuYAAAAAAAAAAAAAAAAAC+8Gsnk5sfniydw63Rev3gvE0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B4zZseDHOTLaK1jrmXm960rNrTtEAoNfx&#10;zJl3x6XfHT53yp9iDn1tr71xeTHf2yComZmd5neUTrB8AAAAAAAAAAAAAAAAAAABaeD+Tka+a9l6&#10;yk6C22fbvgGmWQ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K7iHF8Ok3pTbJl7o6o&#10;9KPqNXTF5NfKv3dwM7qtXm1eTl5rb90R1Qr8uW+W295+4HB4AAAAAAAAAAAAAAAAAAAAAASuG5Oa&#10;1+G2/wArZ001uTnpPnBsFu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8ZctMOOcmS0V&#10;rHXMvlrVpWbWnaI7QUHEeN3zb49LvSnbbtn2IGo1s38nFvWvf2yCoRAfAAAAAAAAAAAAAAAAAAAA&#10;AAAAeqW5F627p3Ina0T3A22O0Xx1tHbESuqzvWJ74B6fQ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BE13EcOir5c8rJPVSOufY5Z9RTDHT027IgGZ1uuza3Jysttqx1UjqhW5s981t7T0dkdkA&#10;jOYAAAAAAAAAAAAAAAAAAAAAAAAAAA1/CsnOcOwz2xXZbaW3K09J82wJbq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BMxEbz0QApuI8brSJxaSeVbqm/ZHoQ9RrYrvXF0z84FBe9slpte02tPXMz&#10;vMoEzNp3tMzM9sg8gAAAAAAAAAAAAAAAAAAAAAAAAAAAANL4O5OVorU+ZZY8PtvhmO6QWqU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KTwkw70xZ4jqnkz+X5oXEadFb/cCgQQAAAAAAAAAAAAA&#10;AAAAAAAAAAAAAAAAAAASNBk5rXYb91oe8FuTnpPnBslw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OWo0+LVYpx5qRav4x6HnJjrlrybxvAM3xHhOXRzN6ROTD86OuPSrdRpb4Zm0eVTv7gVzgAAAAAA&#10;AAAAAAAAAAAAAAAAAAAAAAAAAACw4Hj5fEqTt72Jt/7/ABd9FXlamvmjcGqWg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4" o:spid="_x0000_s1034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">
                <v:imagedata r:id="rId6" o:title="LOGO_romana_bun"/>
                <o:lock v:ext="edit" aspectratio="f"/>
              </v:shape>
              <v:shape id="Text Box 25" o:spid="_x0000_s1035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" filled="f" stroked="f">
                <v:textbox>
                  <w:txbxContent>
                    <w:p w14:paraId="79FE8742" w14:textId="77777777" w:rsidR="00643AC4" w:rsidRPr="00F914B7" w:rsidRDefault="00643AC4" w:rsidP="00643AC4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6C02BC" w14:textId="77777777" w:rsidR="00EA0A48" w:rsidRDefault="00EA0A48">
      <w:r>
        <w:separator/>
      </w:r>
    </w:p>
  </w:footnote>
  <w:footnote w:type="continuationSeparator" w:id="0">
    <w:p w14:paraId="147EC5EE" w14:textId="77777777" w:rsidR="00EA0A48" w:rsidRDefault="00EA0A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F1BB71" w14:textId="71509678" w:rsidR="00D82C57" w:rsidRDefault="00BF17ED">
    <w:pPr>
      <w:pStyle w:val="Antet"/>
    </w:pPr>
    <w:r>
      <w:rPr>
        <w:noProof/>
      </w:rPr>
      <w:pict w14:anchorId="142BD9D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48534188" o:spid="_x0000_s13314" type="#_x0000_t136" style="position:absolute;margin-left:0;margin-top:0;width:529.9pt;height:81.5pt;rotation:315;z-index:-251648000;mso-position-horizontal:center;mso-position-horizontal-relative:margin;mso-position-vertical:center;mso-position-vertical-relative:margin" o:allowincell="f" fillcolor="silver" stroked="f">
          <v:fill opacity=".5"/>
          <v:textpath style="font-family:&quot;Arial Narrow&quot;;font-size:1pt" string="GHID CONSULTATIV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F6171C" w14:textId="646FCE7D" w:rsidR="002B3BB9" w:rsidRPr="00851382" w:rsidRDefault="00BF17ED">
    <w:pPr>
      <w:pStyle w:val="Antet"/>
      <w:rPr>
        <w:color w:val="999999"/>
      </w:rPr>
    </w:pPr>
    <w:r>
      <w:rPr>
        <w:noProof/>
      </w:rPr>
      <w:pict w14:anchorId="76ACF63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48534189" o:spid="_x0000_s13315" type="#_x0000_t136" style="position:absolute;margin-left:0;margin-top:0;width:529.9pt;height:81.5pt;rotation:315;z-index:-251645952;mso-position-horizontal:center;mso-position-horizontal-relative:margin;mso-position-vertical:center;mso-position-vertical-relative:margin" o:allowincell="f" fillcolor="silver" stroked="f">
          <v:fill opacity=".5"/>
          <v:textpath style="font-family:&quot;Arial Narrow&quot;;font-size:1pt" string="GHID CONSULTATIV"/>
          <w10:wrap anchorx="margin" anchory="margin"/>
        </v:shape>
      </w:pict>
    </w:r>
    <w:r w:rsidR="002C012A" w:rsidRPr="00851382">
      <w:rPr>
        <w:noProof/>
        <w:color w:val="999999"/>
        <w:sz w:val="20"/>
        <w:szCs w:val="20"/>
        <w:lang w:eastAsia="ro-RO"/>
      </w:rPr>
      <mc:AlternateContent>
        <mc:Choice Requires="wpg">
          <w:drawing>
            <wp:anchor distT="0" distB="0" distL="114300" distR="114300" simplePos="0" relativeHeight="251651072" behindDoc="0" locked="0" layoutInCell="1" allowOverlap="1" wp14:anchorId="37AD1F28" wp14:editId="079112D5">
              <wp:simplePos x="0" y="0"/>
              <wp:positionH relativeFrom="column">
                <wp:posOffset>6951345</wp:posOffset>
              </wp:positionH>
              <wp:positionV relativeFrom="paragraph">
                <wp:posOffset>-285750</wp:posOffset>
              </wp:positionV>
              <wp:extent cx="1400175" cy="685800"/>
              <wp:effectExtent l="7620" t="0" r="1905" b="0"/>
              <wp:wrapNone/>
              <wp:docPr id="8" name="Group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400175" cy="685800"/>
                        <a:chOff x="8582" y="501"/>
                        <a:chExt cx="2205" cy="1080"/>
                      </a:xfrm>
                    </wpg:grpSpPr>
                    <wps:wsp>
                      <wps:cNvPr id="9" name="Text Box 13"/>
                      <wps:cNvSpPr txBox="1">
                        <a:spLocks noChangeArrowheads="1"/>
                      </wps:cNvSpPr>
                      <wps:spPr bwMode="auto">
                        <a:xfrm>
                          <a:off x="8627" y="501"/>
                          <a:ext cx="2160" cy="1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9BC55C9" w14:textId="77777777" w:rsidR="00376CFE" w:rsidRDefault="00376CFE" w:rsidP="00376CFE">
                            <w:pPr>
                              <w:spacing w:line="330" w:lineRule="auto"/>
                            </w:pPr>
                          </w:p>
                          <w:p w14:paraId="7933F5CE" w14:textId="77777777" w:rsidR="00376CFE" w:rsidRPr="00851382" w:rsidRDefault="00376CFE" w:rsidP="00BE4473">
                            <w:pPr>
                              <w:pStyle w:val="Titlu3"/>
                              <w:spacing w:before="0" w:after="0" w:line="330" w:lineRule="auto"/>
                              <w:ind w:right="-4020"/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</w:pPr>
                            <w:bookmarkStart w:id="0" w:name="_Hlk144204999"/>
                            <w:bookmarkStart w:id="1" w:name="_Hlk144205000"/>
                            <w:bookmarkStart w:id="2" w:name="_Hlk144205001"/>
                            <w:bookmarkStart w:id="3" w:name="_Hlk144205002"/>
                            <w:bookmarkStart w:id="4" w:name="_Hlk144205003"/>
                            <w:bookmarkStart w:id="5" w:name="_Hlk144205004"/>
                            <w:bookmarkStart w:id="6" w:name="_Hlk144205005"/>
                            <w:bookmarkStart w:id="7" w:name="_Hlk144205006"/>
                            <w:r w:rsidRPr="00851382"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  <w:t>ADR CENTRU</w:t>
                            </w:r>
                            <w:bookmarkEnd w:id="0"/>
                            <w:bookmarkEnd w:id="1"/>
                            <w:bookmarkEnd w:id="2"/>
                            <w:bookmarkEnd w:id="3"/>
                            <w:bookmarkEnd w:id="4"/>
                            <w:bookmarkEnd w:id="5"/>
                            <w:bookmarkEnd w:id="6"/>
                            <w:bookmarkEnd w:id="7"/>
                          </w:p>
                        </w:txbxContent>
                      </wps:txbx>
                      <wps:bodyPr rot="0" vert="horz" wrap="square" lIns="72000" tIns="0" rIns="252000" bIns="0" anchor="t" anchorCtr="0" upright="1">
                        <a:noAutofit/>
                      </wps:bodyPr>
                    </wps:wsp>
                    <wps:wsp>
                      <wps:cNvPr id="10" name="Line 14"/>
                      <wps:cNvCnPr>
                        <a:cxnSpLocks noChangeShapeType="1"/>
                      </wps:cNvCnPr>
                      <wps:spPr bwMode="auto">
                        <a:xfrm>
                          <a:off x="8582" y="576"/>
                          <a:ext cx="0" cy="618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7AD1F28" id="Group 12" o:spid="_x0000_s1026" style="position:absolute;margin-left:547.35pt;margin-top:-22.5pt;width:110.25pt;height:54pt;z-index:251651072" coordorigin="8582,501" coordsize="2205,1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7" type="#_x0000_t202" style="position:absolute;left:8627;top:501;width:216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" filled="f" stroked="f">
                <v:textbox inset="2mm,0,7mm,0">
                  <w:txbxContent>
                    <w:p w14:paraId="69BC55C9" w14:textId="77777777" w:rsidR="00376CFE" w:rsidRDefault="00376CFE" w:rsidP="00376CFE">
                      <w:pPr>
                        <w:spacing w:line="330" w:lineRule="auto"/>
                      </w:pPr>
                    </w:p>
                    <w:p w14:paraId="7933F5CE" w14:textId="77777777" w:rsidR="00376CFE" w:rsidRPr="00851382" w:rsidRDefault="00376CFE" w:rsidP="00BE4473">
                      <w:pPr>
                        <w:pStyle w:val="Titlu3"/>
                        <w:spacing w:before="0" w:after="0" w:line="330" w:lineRule="auto"/>
                        <w:ind w:right="-4020"/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</w:pPr>
                      <w:bookmarkStart w:id="8" w:name="_Hlk144204999"/>
                      <w:bookmarkStart w:id="9" w:name="_Hlk144205000"/>
                      <w:bookmarkStart w:id="10" w:name="_Hlk144205001"/>
                      <w:bookmarkStart w:id="11" w:name="_Hlk144205002"/>
                      <w:bookmarkStart w:id="12" w:name="_Hlk144205003"/>
                      <w:bookmarkStart w:id="13" w:name="_Hlk144205004"/>
                      <w:bookmarkStart w:id="14" w:name="_Hlk144205005"/>
                      <w:bookmarkStart w:id="15" w:name="_Hlk144205006"/>
                      <w:r w:rsidRPr="00851382"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  <w:t>ADR CENTRU</w:t>
                      </w:r>
                      <w:bookmarkEnd w:id="8"/>
                      <w:bookmarkEnd w:id="9"/>
                      <w:bookmarkEnd w:id="10"/>
                      <w:bookmarkEnd w:id="11"/>
                      <w:bookmarkEnd w:id="12"/>
                      <w:bookmarkEnd w:id="13"/>
                      <w:bookmarkEnd w:id="14"/>
                      <w:bookmarkEnd w:id="15"/>
                    </w:p>
                  </w:txbxContent>
                </v:textbox>
              </v:shape>
              <v:line id="Line 14" o:spid="_x0000_s1028" style="position:absolute;visibility:visible;mso-wrap-style:square" from="8582,576" to="8582,1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" strokecolor="gray" strokeweight=".5pt"/>
            </v:group>
          </w:pict>
        </mc:Fallback>
      </mc:AlternateContent>
    </w:r>
    <w:r w:rsidR="002B3BB9" w:rsidRPr="00851382">
      <w:rPr>
        <w:color w:val="999999"/>
        <w:sz w:val="20"/>
        <w:szCs w:val="20"/>
      </w:rPr>
      <w:t xml:space="preserve">Pagina </w:t>
    </w:r>
    <w:r w:rsidR="002B3BB9" w:rsidRPr="00851382">
      <w:rPr>
        <w:color w:val="999999"/>
        <w:sz w:val="20"/>
        <w:szCs w:val="20"/>
      </w:rPr>
      <w:fldChar w:fldCharType="begin"/>
    </w:r>
    <w:r w:rsidR="002B3BB9" w:rsidRPr="00851382">
      <w:rPr>
        <w:color w:val="999999"/>
        <w:sz w:val="20"/>
        <w:szCs w:val="20"/>
      </w:rPr>
      <w:instrText xml:space="preserve"> PAGE </w:instrText>
    </w:r>
    <w:r w:rsidR="002B3BB9" w:rsidRPr="00851382">
      <w:rPr>
        <w:color w:val="999999"/>
        <w:sz w:val="20"/>
        <w:szCs w:val="20"/>
      </w:rPr>
      <w:fldChar w:fldCharType="separate"/>
    </w:r>
    <w:r w:rsidR="00A769F6">
      <w:rPr>
        <w:noProof/>
        <w:color w:val="999999"/>
        <w:sz w:val="20"/>
        <w:szCs w:val="20"/>
      </w:rPr>
      <w:t>2</w:t>
    </w:r>
    <w:r w:rsidR="002B3BB9" w:rsidRPr="00851382">
      <w:rPr>
        <w:color w:val="999999"/>
        <w:sz w:val="20"/>
        <w:szCs w:val="20"/>
      </w:rPr>
      <w:fldChar w:fldCharType="end"/>
    </w:r>
    <w:r w:rsidR="002B3BB9" w:rsidRPr="00851382">
      <w:rPr>
        <w:color w:val="999999"/>
        <w:sz w:val="20"/>
        <w:szCs w:val="20"/>
      </w:rPr>
      <w:t xml:space="preserve"> din </w:t>
    </w:r>
    <w:r w:rsidR="002B3BB9" w:rsidRPr="00851382">
      <w:rPr>
        <w:color w:val="999999"/>
        <w:sz w:val="20"/>
        <w:szCs w:val="20"/>
      </w:rPr>
      <w:fldChar w:fldCharType="begin"/>
    </w:r>
    <w:r w:rsidR="002B3BB9" w:rsidRPr="00851382">
      <w:rPr>
        <w:color w:val="999999"/>
        <w:sz w:val="20"/>
        <w:szCs w:val="20"/>
      </w:rPr>
      <w:instrText xml:space="preserve"> NUMPAGES </w:instrText>
    </w:r>
    <w:r w:rsidR="002B3BB9" w:rsidRPr="00851382">
      <w:rPr>
        <w:color w:val="999999"/>
        <w:sz w:val="20"/>
        <w:szCs w:val="20"/>
      </w:rPr>
      <w:fldChar w:fldCharType="separate"/>
    </w:r>
    <w:r w:rsidR="00A769F6">
      <w:rPr>
        <w:noProof/>
        <w:color w:val="999999"/>
        <w:sz w:val="20"/>
        <w:szCs w:val="20"/>
      </w:rPr>
      <w:t>5</w:t>
    </w:r>
    <w:r w:rsidR="002B3BB9" w:rsidRPr="00851382">
      <w:rPr>
        <w:color w:val="999999"/>
        <w:sz w:val="20"/>
        <w:szCs w:val="20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6EEAC0" w14:textId="77D1E3B3" w:rsidR="002B3BB9" w:rsidRDefault="00BF17ED">
    <w:pPr>
      <w:pStyle w:val="Antet"/>
      <w:tabs>
        <w:tab w:val="clear" w:pos="4536"/>
        <w:tab w:val="clear" w:pos="9072"/>
        <w:tab w:val="left" w:pos="6473"/>
      </w:tabs>
    </w:pPr>
    <w:r>
      <w:rPr>
        <w:noProof/>
      </w:rPr>
      <w:pict w14:anchorId="3D977E3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48534187" o:spid="_x0000_s13313" type="#_x0000_t136" style="position:absolute;margin-left:0;margin-top:0;width:529.9pt;height:81.5pt;rotation:315;z-index:-251650048;mso-position-horizontal:center;mso-position-horizontal-relative:margin;mso-position-vertical:center;mso-position-vertical-relative:margin" o:allowincell="f" fillcolor="silver" stroked="f">
          <v:fill opacity=".5"/>
          <v:textpath style="font-family:&quot;Arial Narrow&quot;;font-size:1pt" string="GHID CONSULTATIV"/>
          <w10:wrap anchorx="margin" anchory="margin"/>
        </v:shape>
      </w:pict>
    </w:r>
    <w:r w:rsidR="002C012A">
      <w:rPr>
        <w:noProof/>
        <w:lang w:val="en-US" w:eastAsia="en-US"/>
      </w:rPr>
      <w:drawing>
        <wp:anchor distT="0" distB="0" distL="114300" distR="114300" simplePos="0" relativeHeight="251652096" behindDoc="0" locked="0" layoutInCell="1" allowOverlap="1" wp14:anchorId="5C16567C" wp14:editId="6000AC49">
          <wp:simplePos x="0" y="0"/>
          <wp:positionH relativeFrom="column">
            <wp:posOffset>3737610</wp:posOffset>
          </wp:positionH>
          <wp:positionV relativeFrom="paragraph">
            <wp:posOffset>-678180</wp:posOffset>
          </wp:positionV>
          <wp:extent cx="880110" cy="929640"/>
          <wp:effectExtent l="0" t="0" r="0" b="0"/>
          <wp:wrapNone/>
          <wp:docPr id="15" name="Pictur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9627"/>
                  <a:stretch>
                    <a:fillRect/>
                  </a:stretch>
                </pic:blipFill>
                <pic:spPr bwMode="auto">
                  <a:xfrm>
                    <a:off x="0" y="0"/>
                    <a:ext cx="880110" cy="929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C012A">
      <w:rPr>
        <w:noProof/>
        <w:lang w:val="en-US" w:eastAsia="en-US"/>
      </w:rPr>
      <w:drawing>
        <wp:anchor distT="0" distB="0" distL="114300" distR="114300" simplePos="0" relativeHeight="251654144" behindDoc="0" locked="0" layoutInCell="1" allowOverlap="1" wp14:anchorId="14DE532D" wp14:editId="302992FB">
          <wp:simplePos x="0" y="0"/>
          <wp:positionH relativeFrom="column">
            <wp:posOffset>6617335</wp:posOffset>
          </wp:positionH>
          <wp:positionV relativeFrom="paragraph">
            <wp:posOffset>-375285</wp:posOffset>
          </wp:positionV>
          <wp:extent cx="1733550" cy="504825"/>
          <wp:effectExtent l="0" t="0" r="0" b="0"/>
          <wp:wrapNone/>
          <wp:docPr id="17" name="Picture 17" descr="Logo 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 descr="Logo FINAL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C012A">
      <w:rPr>
        <w:noProof/>
        <w:lang w:val="en-US" w:eastAsia="en-US"/>
      </w:rPr>
      <w:drawing>
        <wp:anchor distT="0" distB="0" distL="114300" distR="114300" simplePos="0" relativeHeight="251653120" behindDoc="0" locked="0" layoutInCell="1" allowOverlap="1" wp14:anchorId="45F87269" wp14:editId="674A0E11">
          <wp:simplePos x="0" y="0"/>
          <wp:positionH relativeFrom="column">
            <wp:posOffset>-387350</wp:posOffset>
          </wp:positionH>
          <wp:positionV relativeFrom="paragraph">
            <wp:posOffset>-266700</wp:posOffset>
          </wp:positionV>
          <wp:extent cx="2181225" cy="452755"/>
          <wp:effectExtent l="0" t="0" r="0" b="0"/>
          <wp:wrapNone/>
          <wp:docPr id="16" name="Picture 16" descr="RO Cofinanțat de Uniunea Europeană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RO Cofinanțat de Uniunea Europeană_POS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452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B3BB9">
      <w:t xml:space="preserve">   </w:t>
    </w:r>
    <w:r w:rsidR="002B3BB9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83998"/>
    <w:multiLevelType w:val="hybridMultilevel"/>
    <w:tmpl w:val="662C2D24"/>
    <w:lvl w:ilvl="0" w:tplc="6B667F2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324481"/>
    <w:multiLevelType w:val="hybridMultilevel"/>
    <w:tmpl w:val="BB96F3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B6442E"/>
    <w:multiLevelType w:val="hybridMultilevel"/>
    <w:tmpl w:val="C28E59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2F514D"/>
    <w:multiLevelType w:val="multilevel"/>
    <w:tmpl w:val="B2D651DC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(%2)"/>
      <w:lvlJc w:val="left"/>
      <w:pPr>
        <w:ind w:left="720" w:hanging="360"/>
      </w:pPr>
      <w:rPr>
        <w:rFonts w:hint="default"/>
        <w:b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07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1D4348C2"/>
    <w:multiLevelType w:val="hybridMultilevel"/>
    <w:tmpl w:val="DB6C6BB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C254E4"/>
    <w:multiLevelType w:val="hybridMultilevel"/>
    <w:tmpl w:val="D3D0858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2B3A84"/>
    <w:multiLevelType w:val="hybridMultilevel"/>
    <w:tmpl w:val="E9C858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6E05C7"/>
    <w:multiLevelType w:val="hybridMultilevel"/>
    <w:tmpl w:val="B8DEBCA6"/>
    <w:lvl w:ilvl="0" w:tplc="795E9C7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F21F34"/>
    <w:multiLevelType w:val="hybridMultilevel"/>
    <w:tmpl w:val="71ECCB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4D0146"/>
    <w:multiLevelType w:val="hybridMultilevel"/>
    <w:tmpl w:val="F53EFAE0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AFF135C"/>
    <w:multiLevelType w:val="hybridMultilevel"/>
    <w:tmpl w:val="6D0855C4"/>
    <w:lvl w:ilvl="0" w:tplc="0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795FA3"/>
    <w:multiLevelType w:val="hybridMultilevel"/>
    <w:tmpl w:val="68AE324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467448"/>
    <w:multiLevelType w:val="hybridMultilevel"/>
    <w:tmpl w:val="9000D064"/>
    <w:lvl w:ilvl="0" w:tplc="D5162346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A585C46"/>
    <w:multiLevelType w:val="hybridMultilevel"/>
    <w:tmpl w:val="37028F06"/>
    <w:lvl w:ilvl="0" w:tplc="099C0028">
      <w:start w:val="1"/>
      <w:numFmt w:val="lowerLetter"/>
      <w:lvlText w:val="%1)"/>
      <w:lvlJc w:val="left"/>
      <w:pPr>
        <w:ind w:left="888" w:hanging="52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58CBD7"/>
    <w:multiLevelType w:val="hybridMultilevel"/>
    <w:tmpl w:val="141E4797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559742F5"/>
    <w:multiLevelType w:val="hybridMultilevel"/>
    <w:tmpl w:val="5A76F8C2"/>
    <w:lvl w:ilvl="0" w:tplc="80F0078C">
      <w:start w:val="1"/>
      <w:numFmt w:val="decimal"/>
      <w:lvlText w:val="(%1)"/>
      <w:lvlJc w:val="left"/>
      <w:pPr>
        <w:ind w:left="63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8EC1BBB"/>
    <w:multiLevelType w:val="hybridMultilevel"/>
    <w:tmpl w:val="7FB008F2"/>
    <w:lvl w:ilvl="0" w:tplc="9DDA215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929C03B4">
      <w:start w:val="1"/>
      <w:numFmt w:val="decimal"/>
      <w:lvlText w:val="(%3)"/>
      <w:lvlJc w:val="left"/>
      <w:pPr>
        <w:ind w:left="2400" w:hanging="420"/>
      </w:pPr>
      <w:rPr>
        <w:rFonts w:hint="default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23270B"/>
    <w:multiLevelType w:val="hybridMultilevel"/>
    <w:tmpl w:val="DC40002E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48CC264E">
      <w:start w:val="1"/>
      <w:numFmt w:val="decimal"/>
      <w:lvlText w:val="(%2)"/>
      <w:lvlJc w:val="left"/>
      <w:pPr>
        <w:ind w:left="2304" w:hanging="504"/>
      </w:pPr>
      <w:rPr>
        <w:rFonts w:hint="default"/>
      </w:rPr>
    </w:lvl>
    <w:lvl w:ilvl="2" w:tplc="0418001B" w:tentative="1">
      <w:start w:val="1"/>
      <w:numFmt w:val="lowerRoman"/>
      <w:lvlText w:val="%3."/>
      <w:lvlJc w:val="right"/>
      <w:pPr>
        <w:ind w:left="2880" w:hanging="180"/>
      </w:pPr>
    </w:lvl>
    <w:lvl w:ilvl="3" w:tplc="0418000F" w:tentative="1">
      <w:start w:val="1"/>
      <w:numFmt w:val="decimal"/>
      <w:lvlText w:val="%4."/>
      <w:lvlJc w:val="left"/>
      <w:pPr>
        <w:ind w:left="3600" w:hanging="360"/>
      </w:pPr>
    </w:lvl>
    <w:lvl w:ilvl="4" w:tplc="04180019" w:tentative="1">
      <w:start w:val="1"/>
      <w:numFmt w:val="lowerLetter"/>
      <w:lvlText w:val="%5."/>
      <w:lvlJc w:val="left"/>
      <w:pPr>
        <w:ind w:left="4320" w:hanging="360"/>
      </w:pPr>
    </w:lvl>
    <w:lvl w:ilvl="5" w:tplc="0418001B" w:tentative="1">
      <w:start w:val="1"/>
      <w:numFmt w:val="lowerRoman"/>
      <w:lvlText w:val="%6."/>
      <w:lvlJc w:val="right"/>
      <w:pPr>
        <w:ind w:left="5040" w:hanging="180"/>
      </w:pPr>
    </w:lvl>
    <w:lvl w:ilvl="6" w:tplc="0418000F" w:tentative="1">
      <w:start w:val="1"/>
      <w:numFmt w:val="decimal"/>
      <w:lvlText w:val="%7."/>
      <w:lvlJc w:val="left"/>
      <w:pPr>
        <w:ind w:left="5760" w:hanging="360"/>
      </w:pPr>
    </w:lvl>
    <w:lvl w:ilvl="7" w:tplc="04180019" w:tentative="1">
      <w:start w:val="1"/>
      <w:numFmt w:val="lowerLetter"/>
      <w:lvlText w:val="%8."/>
      <w:lvlJc w:val="left"/>
      <w:pPr>
        <w:ind w:left="6480" w:hanging="360"/>
      </w:pPr>
    </w:lvl>
    <w:lvl w:ilvl="8" w:tplc="041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5DD20BFD"/>
    <w:multiLevelType w:val="hybridMultilevel"/>
    <w:tmpl w:val="774E5C18"/>
    <w:lvl w:ilvl="0" w:tplc="3D1CDEE8">
      <w:start w:val="1"/>
      <w:numFmt w:val="decimal"/>
      <w:lvlText w:val="(%1)"/>
      <w:lvlJc w:val="left"/>
      <w:pPr>
        <w:ind w:left="630" w:hanging="360"/>
      </w:pPr>
      <w:rPr>
        <w:rFonts w:hint="default"/>
        <w:b w:val="0"/>
        <w:bCs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547851"/>
    <w:multiLevelType w:val="multilevel"/>
    <w:tmpl w:val="7B0A8C2C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0" w15:restartNumberingAfterBreak="0">
    <w:nsid w:val="63516B25"/>
    <w:multiLevelType w:val="hybridMultilevel"/>
    <w:tmpl w:val="60BA545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42C25B1"/>
    <w:multiLevelType w:val="hybridMultilevel"/>
    <w:tmpl w:val="7A3232A2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09612A"/>
    <w:multiLevelType w:val="hybridMultilevel"/>
    <w:tmpl w:val="88C6AA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72C44B7"/>
    <w:multiLevelType w:val="hybridMultilevel"/>
    <w:tmpl w:val="CFA6917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7D20B29"/>
    <w:multiLevelType w:val="hybridMultilevel"/>
    <w:tmpl w:val="D09EDD5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68575475">
    <w:abstractNumId w:val="10"/>
  </w:num>
  <w:num w:numId="2" w16cid:durableId="2146004292">
    <w:abstractNumId w:val="7"/>
  </w:num>
  <w:num w:numId="3" w16cid:durableId="64397390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0499019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240750136">
    <w:abstractNumId w:val="20"/>
  </w:num>
  <w:num w:numId="6" w16cid:durableId="1774130066">
    <w:abstractNumId w:val="19"/>
  </w:num>
  <w:num w:numId="7" w16cid:durableId="558982701">
    <w:abstractNumId w:val="12"/>
  </w:num>
  <w:num w:numId="8" w16cid:durableId="1639607447">
    <w:abstractNumId w:val="14"/>
  </w:num>
  <w:num w:numId="9" w16cid:durableId="333068525">
    <w:abstractNumId w:val="1"/>
  </w:num>
  <w:num w:numId="10" w16cid:durableId="1137064972">
    <w:abstractNumId w:val="2"/>
  </w:num>
  <w:num w:numId="11" w16cid:durableId="127630280">
    <w:abstractNumId w:val="17"/>
  </w:num>
  <w:num w:numId="12" w16cid:durableId="196430074">
    <w:abstractNumId w:val="15"/>
  </w:num>
  <w:num w:numId="13" w16cid:durableId="900366231">
    <w:abstractNumId w:val="18"/>
  </w:num>
  <w:num w:numId="14" w16cid:durableId="207649916">
    <w:abstractNumId w:val="3"/>
  </w:num>
  <w:num w:numId="15" w16cid:durableId="1805342145">
    <w:abstractNumId w:val="9"/>
  </w:num>
  <w:num w:numId="16" w16cid:durableId="635184702">
    <w:abstractNumId w:val="5"/>
  </w:num>
  <w:num w:numId="17" w16cid:durableId="1223325427">
    <w:abstractNumId w:val="16"/>
  </w:num>
  <w:num w:numId="18" w16cid:durableId="733089474">
    <w:abstractNumId w:val="22"/>
  </w:num>
  <w:num w:numId="19" w16cid:durableId="914557768">
    <w:abstractNumId w:val="11"/>
  </w:num>
  <w:num w:numId="20" w16cid:durableId="2051492013">
    <w:abstractNumId w:val="21"/>
  </w:num>
  <w:num w:numId="21" w16cid:durableId="2112973296">
    <w:abstractNumId w:val="0"/>
  </w:num>
  <w:num w:numId="22" w16cid:durableId="2105611160">
    <w:abstractNumId w:val="24"/>
  </w:num>
  <w:num w:numId="23" w16cid:durableId="1299801035">
    <w:abstractNumId w:val="4"/>
  </w:num>
  <w:num w:numId="24" w16cid:durableId="1422020451">
    <w:abstractNumId w:val="23"/>
  </w:num>
  <w:num w:numId="25" w16cid:durableId="1552382977">
    <w:abstractNumId w:val="6"/>
  </w:num>
  <w:num w:numId="26" w16cid:durableId="190224964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activeWritingStyle w:appName="MSWord" w:lang="fr-FR" w:vendorID="64" w:dllVersion="6" w:nlCheck="1" w:checkStyle="0"/>
  <w:activeWritingStyle w:appName="MSWord" w:lang="fr-FR" w:vendorID="64" w:dllVersion="4096" w:nlCheck="1" w:checkStyle="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noPunctuationKerning/>
  <w:characterSpacingControl w:val="doNotCompress"/>
  <w:hdrShapeDefaults>
    <o:shapedefaults v:ext="edit" spidmax="13316"/>
    <o:shapelayout v:ext="edit">
      <o:idmap v:ext="edit" data="13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3BB9"/>
    <w:rsid w:val="0000422F"/>
    <w:rsid w:val="00010205"/>
    <w:rsid w:val="000102D2"/>
    <w:rsid w:val="00011524"/>
    <w:rsid w:val="00011D45"/>
    <w:rsid w:val="00015620"/>
    <w:rsid w:val="00030D1A"/>
    <w:rsid w:val="000401F0"/>
    <w:rsid w:val="00061C86"/>
    <w:rsid w:val="00072DDE"/>
    <w:rsid w:val="00080850"/>
    <w:rsid w:val="000835DE"/>
    <w:rsid w:val="0009018B"/>
    <w:rsid w:val="00094830"/>
    <w:rsid w:val="000B6DBE"/>
    <w:rsid w:val="000C2AAE"/>
    <w:rsid w:val="000E49F1"/>
    <w:rsid w:val="000E59DA"/>
    <w:rsid w:val="000E6B50"/>
    <w:rsid w:val="000F6FA7"/>
    <w:rsid w:val="000F7AA1"/>
    <w:rsid w:val="001175F2"/>
    <w:rsid w:val="001273FC"/>
    <w:rsid w:val="001357F6"/>
    <w:rsid w:val="00144BFD"/>
    <w:rsid w:val="00160D57"/>
    <w:rsid w:val="00166751"/>
    <w:rsid w:val="001726E9"/>
    <w:rsid w:val="001A225C"/>
    <w:rsid w:val="001A637E"/>
    <w:rsid w:val="001C14AC"/>
    <w:rsid w:val="001C1D1A"/>
    <w:rsid w:val="001C4544"/>
    <w:rsid w:val="001D19C5"/>
    <w:rsid w:val="001D40CB"/>
    <w:rsid w:val="001D5D50"/>
    <w:rsid w:val="001E4C31"/>
    <w:rsid w:val="001E6587"/>
    <w:rsid w:val="00224075"/>
    <w:rsid w:val="00240BF7"/>
    <w:rsid w:val="00241876"/>
    <w:rsid w:val="002504F8"/>
    <w:rsid w:val="00254C15"/>
    <w:rsid w:val="00257F40"/>
    <w:rsid w:val="002626A5"/>
    <w:rsid w:val="002635F7"/>
    <w:rsid w:val="00275DCC"/>
    <w:rsid w:val="00292A63"/>
    <w:rsid w:val="002A4501"/>
    <w:rsid w:val="002B3011"/>
    <w:rsid w:val="002B3BB9"/>
    <w:rsid w:val="002C012A"/>
    <w:rsid w:val="002C3C1B"/>
    <w:rsid w:val="002D6515"/>
    <w:rsid w:val="002E07E9"/>
    <w:rsid w:val="002F1246"/>
    <w:rsid w:val="003007AA"/>
    <w:rsid w:val="0031525E"/>
    <w:rsid w:val="003221D7"/>
    <w:rsid w:val="00324601"/>
    <w:rsid w:val="00336218"/>
    <w:rsid w:val="00341CF4"/>
    <w:rsid w:val="003427E8"/>
    <w:rsid w:val="00343023"/>
    <w:rsid w:val="00351F71"/>
    <w:rsid w:val="00352897"/>
    <w:rsid w:val="00353C41"/>
    <w:rsid w:val="00362E1D"/>
    <w:rsid w:val="00373F6B"/>
    <w:rsid w:val="00376314"/>
    <w:rsid w:val="00376CFE"/>
    <w:rsid w:val="00380F32"/>
    <w:rsid w:val="00381D3E"/>
    <w:rsid w:val="00382E82"/>
    <w:rsid w:val="00385A87"/>
    <w:rsid w:val="00385B2F"/>
    <w:rsid w:val="00386876"/>
    <w:rsid w:val="00390E47"/>
    <w:rsid w:val="003A0F78"/>
    <w:rsid w:val="003A4F9A"/>
    <w:rsid w:val="003B3462"/>
    <w:rsid w:val="003C1E0C"/>
    <w:rsid w:val="003E2E03"/>
    <w:rsid w:val="003E516E"/>
    <w:rsid w:val="003E7761"/>
    <w:rsid w:val="003F4311"/>
    <w:rsid w:val="0040202F"/>
    <w:rsid w:val="00414040"/>
    <w:rsid w:val="0044054D"/>
    <w:rsid w:val="00445D5D"/>
    <w:rsid w:val="00453E8A"/>
    <w:rsid w:val="00454003"/>
    <w:rsid w:val="00454743"/>
    <w:rsid w:val="00456003"/>
    <w:rsid w:val="004647A5"/>
    <w:rsid w:val="00474F02"/>
    <w:rsid w:val="0047720B"/>
    <w:rsid w:val="004830C9"/>
    <w:rsid w:val="004A0E46"/>
    <w:rsid w:val="004A0F0F"/>
    <w:rsid w:val="004B7D74"/>
    <w:rsid w:val="004E0B86"/>
    <w:rsid w:val="004F39C3"/>
    <w:rsid w:val="004F4802"/>
    <w:rsid w:val="004F4881"/>
    <w:rsid w:val="00515542"/>
    <w:rsid w:val="00523BEA"/>
    <w:rsid w:val="005312BF"/>
    <w:rsid w:val="00535DE7"/>
    <w:rsid w:val="00550BE6"/>
    <w:rsid w:val="00551A93"/>
    <w:rsid w:val="005638A3"/>
    <w:rsid w:val="00566A78"/>
    <w:rsid w:val="005705BF"/>
    <w:rsid w:val="00585781"/>
    <w:rsid w:val="00592CDD"/>
    <w:rsid w:val="005A3D64"/>
    <w:rsid w:val="005A450E"/>
    <w:rsid w:val="005A6B00"/>
    <w:rsid w:val="005B4667"/>
    <w:rsid w:val="005C02C5"/>
    <w:rsid w:val="005C21C9"/>
    <w:rsid w:val="005C3CE8"/>
    <w:rsid w:val="005C7AFF"/>
    <w:rsid w:val="005D1307"/>
    <w:rsid w:val="005D6105"/>
    <w:rsid w:val="005E269B"/>
    <w:rsid w:val="0060665E"/>
    <w:rsid w:val="0061660A"/>
    <w:rsid w:val="00620CC3"/>
    <w:rsid w:val="00622307"/>
    <w:rsid w:val="00623B1F"/>
    <w:rsid w:val="00632472"/>
    <w:rsid w:val="00643AC4"/>
    <w:rsid w:val="0064518F"/>
    <w:rsid w:val="006529BB"/>
    <w:rsid w:val="00662316"/>
    <w:rsid w:val="006661AF"/>
    <w:rsid w:val="00666EE0"/>
    <w:rsid w:val="00670051"/>
    <w:rsid w:val="00695B5E"/>
    <w:rsid w:val="00696924"/>
    <w:rsid w:val="006A5040"/>
    <w:rsid w:val="006B6B2C"/>
    <w:rsid w:val="006B79B9"/>
    <w:rsid w:val="006C3061"/>
    <w:rsid w:val="006C514E"/>
    <w:rsid w:val="006E5159"/>
    <w:rsid w:val="006F098A"/>
    <w:rsid w:val="007047FD"/>
    <w:rsid w:val="00706E6E"/>
    <w:rsid w:val="0071191E"/>
    <w:rsid w:val="00712E6C"/>
    <w:rsid w:val="00715F3A"/>
    <w:rsid w:val="007209E0"/>
    <w:rsid w:val="007269B4"/>
    <w:rsid w:val="00731F9B"/>
    <w:rsid w:val="0074002A"/>
    <w:rsid w:val="007418B8"/>
    <w:rsid w:val="00751D50"/>
    <w:rsid w:val="00753B74"/>
    <w:rsid w:val="00754551"/>
    <w:rsid w:val="0075795D"/>
    <w:rsid w:val="007605D8"/>
    <w:rsid w:val="00761AE4"/>
    <w:rsid w:val="00767B73"/>
    <w:rsid w:val="00776028"/>
    <w:rsid w:val="007800CC"/>
    <w:rsid w:val="007A69A6"/>
    <w:rsid w:val="007B43EE"/>
    <w:rsid w:val="007C0BD5"/>
    <w:rsid w:val="007C2736"/>
    <w:rsid w:val="007C403D"/>
    <w:rsid w:val="007D12FD"/>
    <w:rsid w:val="007E3581"/>
    <w:rsid w:val="007F5827"/>
    <w:rsid w:val="008023D6"/>
    <w:rsid w:val="00807D9B"/>
    <w:rsid w:val="00817E49"/>
    <w:rsid w:val="008272F8"/>
    <w:rsid w:val="008275D5"/>
    <w:rsid w:val="00851382"/>
    <w:rsid w:val="00853563"/>
    <w:rsid w:val="00855F66"/>
    <w:rsid w:val="00857102"/>
    <w:rsid w:val="00862DBC"/>
    <w:rsid w:val="0088290B"/>
    <w:rsid w:val="008C0EAE"/>
    <w:rsid w:val="008C26CE"/>
    <w:rsid w:val="008E06AE"/>
    <w:rsid w:val="008E56EE"/>
    <w:rsid w:val="008E7688"/>
    <w:rsid w:val="008F06E9"/>
    <w:rsid w:val="0090484E"/>
    <w:rsid w:val="00907D45"/>
    <w:rsid w:val="0091244C"/>
    <w:rsid w:val="00912451"/>
    <w:rsid w:val="00915950"/>
    <w:rsid w:val="009164A5"/>
    <w:rsid w:val="0092458F"/>
    <w:rsid w:val="00936CF8"/>
    <w:rsid w:val="009465F7"/>
    <w:rsid w:val="00953C87"/>
    <w:rsid w:val="0095716B"/>
    <w:rsid w:val="00976131"/>
    <w:rsid w:val="00980BA3"/>
    <w:rsid w:val="009A1315"/>
    <w:rsid w:val="009A760C"/>
    <w:rsid w:val="009B26BC"/>
    <w:rsid w:val="009B346A"/>
    <w:rsid w:val="009C660A"/>
    <w:rsid w:val="009C6BB3"/>
    <w:rsid w:val="009C6CA3"/>
    <w:rsid w:val="009C6F66"/>
    <w:rsid w:val="009D6377"/>
    <w:rsid w:val="009D79CD"/>
    <w:rsid w:val="009E0680"/>
    <w:rsid w:val="009E293A"/>
    <w:rsid w:val="009E4369"/>
    <w:rsid w:val="009E6436"/>
    <w:rsid w:val="009F2FBF"/>
    <w:rsid w:val="009F711B"/>
    <w:rsid w:val="009F7445"/>
    <w:rsid w:val="00A12634"/>
    <w:rsid w:val="00A13CBF"/>
    <w:rsid w:val="00A2223E"/>
    <w:rsid w:val="00A27FF5"/>
    <w:rsid w:val="00A31BC8"/>
    <w:rsid w:val="00A40D00"/>
    <w:rsid w:val="00A53197"/>
    <w:rsid w:val="00A56D0F"/>
    <w:rsid w:val="00A769F6"/>
    <w:rsid w:val="00A86CF7"/>
    <w:rsid w:val="00AA0B38"/>
    <w:rsid w:val="00AC3124"/>
    <w:rsid w:val="00AC4BE0"/>
    <w:rsid w:val="00AD05B6"/>
    <w:rsid w:val="00AD6CC4"/>
    <w:rsid w:val="00AD74D7"/>
    <w:rsid w:val="00AE1D5D"/>
    <w:rsid w:val="00AE4990"/>
    <w:rsid w:val="00AF0DE7"/>
    <w:rsid w:val="00AF644F"/>
    <w:rsid w:val="00AF66B2"/>
    <w:rsid w:val="00AF681B"/>
    <w:rsid w:val="00B04D7A"/>
    <w:rsid w:val="00B05D01"/>
    <w:rsid w:val="00B15233"/>
    <w:rsid w:val="00B15ADE"/>
    <w:rsid w:val="00B5489B"/>
    <w:rsid w:val="00B65586"/>
    <w:rsid w:val="00B7046F"/>
    <w:rsid w:val="00B71552"/>
    <w:rsid w:val="00B7289C"/>
    <w:rsid w:val="00B80DE6"/>
    <w:rsid w:val="00B94784"/>
    <w:rsid w:val="00B96119"/>
    <w:rsid w:val="00B97179"/>
    <w:rsid w:val="00BB1052"/>
    <w:rsid w:val="00BC7186"/>
    <w:rsid w:val="00BD3175"/>
    <w:rsid w:val="00BD3A69"/>
    <w:rsid w:val="00BE157D"/>
    <w:rsid w:val="00BE4473"/>
    <w:rsid w:val="00BF17ED"/>
    <w:rsid w:val="00C05C7A"/>
    <w:rsid w:val="00C10DE7"/>
    <w:rsid w:val="00C46F48"/>
    <w:rsid w:val="00C502A1"/>
    <w:rsid w:val="00C53029"/>
    <w:rsid w:val="00C577A1"/>
    <w:rsid w:val="00C81A39"/>
    <w:rsid w:val="00C82AD1"/>
    <w:rsid w:val="00C916A3"/>
    <w:rsid w:val="00C978D1"/>
    <w:rsid w:val="00CA5993"/>
    <w:rsid w:val="00CB085A"/>
    <w:rsid w:val="00CB171B"/>
    <w:rsid w:val="00CB35F7"/>
    <w:rsid w:val="00CC6C98"/>
    <w:rsid w:val="00CE7A19"/>
    <w:rsid w:val="00D01958"/>
    <w:rsid w:val="00D03102"/>
    <w:rsid w:val="00D03BC6"/>
    <w:rsid w:val="00D22014"/>
    <w:rsid w:val="00D327D0"/>
    <w:rsid w:val="00D344D3"/>
    <w:rsid w:val="00D368D4"/>
    <w:rsid w:val="00D459E2"/>
    <w:rsid w:val="00D77FEF"/>
    <w:rsid w:val="00D82C57"/>
    <w:rsid w:val="00D9180A"/>
    <w:rsid w:val="00D94812"/>
    <w:rsid w:val="00D96085"/>
    <w:rsid w:val="00DA0B49"/>
    <w:rsid w:val="00DA7926"/>
    <w:rsid w:val="00DB1E37"/>
    <w:rsid w:val="00DC4EE1"/>
    <w:rsid w:val="00DD113C"/>
    <w:rsid w:val="00DD7B14"/>
    <w:rsid w:val="00E0787B"/>
    <w:rsid w:val="00E1542E"/>
    <w:rsid w:val="00E278D4"/>
    <w:rsid w:val="00E32BBC"/>
    <w:rsid w:val="00E45B37"/>
    <w:rsid w:val="00E615D2"/>
    <w:rsid w:val="00E63548"/>
    <w:rsid w:val="00E66501"/>
    <w:rsid w:val="00E753B1"/>
    <w:rsid w:val="00E8080E"/>
    <w:rsid w:val="00E81F78"/>
    <w:rsid w:val="00E84D23"/>
    <w:rsid w:val="00E9188B"/>
    <w:rsid w:val="00E94B22"/>
    <w:rsid w:val="00E97108"/>
    <w:rsid w:val="00EA0A48"/>
    <w:rsid w:val="00EA2ACB"/>
    <w:rsid w:val="00ED4A49"/>
    <w:rsid w:val="00ED5174"/>
    <w:rsid w:val="00ED5F83"/>
    <w:rsid w:val="00EE30B5"/>
    <w:rsid w:val="00EE3E23"/>
    <w:rsid w:val="00EF6CD7"/>
    <w:rsid w:val="00F01554"/>
    <w:rsid w:val="00F12E7F"/>
    <w:rsid w:val="00F1579D"/>
    <w:rsid w:val="00F167CD"/>
    <w:rsid w:val="00F2019C"/>
    <w:rsid w:val="00F374A6"/>
    <w:rsid w:val="00F664CD"/>
    <w:rsid w:val="00F82CFE"/>
    <w:rsid w:val="00F958F6"/>
    <w:rsid w:val="00F97AE0"/>
    <w:rsid w:val="00FA1C80"/>
    <w:rsid w:val="00FA28FA"/>
    <w:rsid w:val="00FC58FD"/>
    <w:rsid w:val="00FD2955"/>
    <w:rsid w:val="00FD5429"/>
    <w:rsid w:val="00FD6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6"/>
    <o:shapelayout v:ext="edit">
      <o:idmap v:ext="edit" data="1"/>
    </o:shapelayout>
  </w:shapeDefaults>
  <w:decimalSymbol w:val="."/>
  <w:listSeparator w:val=","/>
  <w14:docId w14:val="63982DBB"/>
  <w15:chartTrackingRefBased/>
  <w15:docId w15:val="{0F8C37D3-88A3-485D-B5BA-85A3D9EFD4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iPriority="9" w:qFormat="1"/>
    <w:lsdException w:name="heading 3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76314"/>
    <w:rPr>
      <w:rFonts w:ascii="Arial Narrow" w:hAnsi="Arial Narrow"/>
      <w:sz w:val="24"/>
      <w:szCs w:val="24"/>
      <w:lang w:eastAsia="de-DE"/>
    </w:rPr>
  </w:style>
  <w:style w:type="paragraph" w:styleId="Titlu1">
    <w:name w:val="heading 1"/>
    <w:basedOn w:val="Normal"/>
    <w:next w:val="Normal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Titlu2">
    <w:name w:val="heading 2"/>
    <w:basedOn w:val="Normal"/>
    <w:next w:val="Normal"/>
    <w:link w:val="Titlu2Caracter"/>
    <w:uiPriority w:val="9"/>
    <w:qFormat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Titlu3">
    <w:name w:val="heading 3"/>
    <w:basedOn w:val="Normal"/>
    <w:next w:val="Normal"/>
    <w:qFormat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Titlu4">
    <w:name w:val="heading 4"/>
    <w:basedOn w:val="Normal"/>
    <w:next w:val="Normal"/>
    <w:link w:val="Titlu4Caracter"/>
    <w:uiPriority w:val="9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lu5">
    <w:name w:val="heading 5"/>
    <w:basedOn w:val="Normal"/>
    <w:next w:val="Normal"/>
    <w:qFormat/>
    <w:pPr>
      <w:keepNext/>
      <w:spacing w:line="320" w:lineRule="exact"/>
      <w:outlineLvl w:val="4"/>
    </w:pPr>
    <w:rPr>
      <w:b/>
      <w:bCs/>
    </w:rPr>
  </w:style>
  <w:style w:type="paragraph" w:styleId="Titlu6">
    <w:name w:val="heading 6"/>
    <w:basedOn w:val="Normal"/>
    <w:next w:val="Normal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Titlu7">
    <w:name w:val="heading 7"/>
    <w:basedOn w:val="Normal"/>
    <w:next w:val="Normal"/>
    <w:qFormat/>
    <w:pPr>
      <w:spacing w:before="240" w:after="60"/>
      <w:outlineLvl w:val="6"/>
    </w:pPr>
  </w:style>
  <w:style w:type="paragraph" w:styleId="Titlu8">
    <w:name w:val="heading 8"/>
    <w:basedOn w:val="Normal"/>
    <w:next w:val="Normal"/>
    <w:qFormat/>
    <w:pPr>
      <w:spacing w:before="240" w:after="60"/>
      <w:outlineLvl w:val="7"/>
    </w:pPr>
    <w:rPr>
      <w:i/>
      <w:iCs/>
    </w:rPr>
  </w:style>
  <w:style w:type="paragraph" w:styleId="Titlu9">
    <w:name w:val="heading 9"/>
    <w:basedOn w:val="Normal"/>
    <w:next w:val="Normal"/>
    <w:qFormat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pPr>
      <w:tabs>
        <w:tab w:val="center" w:pos="4536"/>
        <w:tab w:val="right" w:pos="9072"/>
      </w:tabs>
    </w:pPr>
  </w:style>
  <w:style w:type="paragraph" w:styleId="Subsol">
    <w:name w:val="footer"/>
    <w:basedOn w:val="Normal"/>
    <w:pPr>
      <w:tabs>
        <w:tab w:val="center" w:pos="4536"/>
        <w:tab w:val="right" w:pos="9072"/>
      </w:tabs>
    </w:pPr>
  </w:style>
  <w:style w:type="character" w:styleId="Numrdepagin">
    <w:name w:val="page number"/>
    <w:basedOn w:val="Fontdeparagrafimplicit"/>
  </w:style>
  <w:style w:type="character" w:styleId="Hyperlink">
    <w:name w:val="Hyperlink"/>
    <w:rPr>
      <w:color w:val="0000FF"/>
      <w:u w:val="single"/>
    </w:rPr>
  </w:style>
  <w:style w:type="character" w:styleId="HyperlinkParcurs">
    <w:name w:val="FollowedHyperlink"/>
    <w:rPr>
      <w:color w:val="800080"/>
      <w:u w:val="single"/>
    </w:rPr>
  </w:style>
  <w:style w:type="character" w:styleId="Numrdelinie">
    <w:name w:val="line number"/>
    <w:rPr>
      <w:rFonts w:ascii="Arial Narrow" w:hAnsi="Arial Narrow"/>
    </w:rPr>
  </w:style>
  <w:style w:type="paragraph" w:styleId="Indentcorptext">
    <w:name w:val="Body Text Indent"/>
    <w:basedOn w:val="Normal"/>
    <w:link w:val="IndentcorptextCaracter"/>
    <w:pPr>
      <w:tabs>
        <w:tab w:val="left" w:pos="720"/>
      </w:tabs>
      <w:spacing w:line="240" w:lineRule="exact"/>
      <w:ind w:left="720" w:hanging="720"/>
    </w:pPr>
    <w:rPr>
      <w:sz w:val="20"/>
    </w:rPr>
  </w:style>
  <w:style w:type="paragraph" w:styleId="Corptext">
    <w:name w:val="Body Text"/>
    <w:basedOn w:val="Normal"/>
    <w:pPr>
      <w:jc w:val="both"/>
    </w:pPr>
  </w:style>
  <w:style w:type="character" w:customStyle="1" w:styleId="IndentcorptextCaracter">
    <w:name w:val="Indent corp text Caracter"/>
    <w:link w:val="Indentcorptext"/>
    <w:rsid w:val="008E7688"/>
    <w:rPr>
      <w:rFonts w:ascii="Arial Narrow" w:hAnsi="Arial Narrow"/>
      <w:szCs w:val="24"/>
      <w:lang w:val="ro-RO" w:eastAsia="de-DE"/>
    </w:rPr>
  </w:style>
  <w:style w:type="paragraph" w:styleId="TextnBalon">
    <w:name w:val="Balloon Text"/>
    <w:basedOn w:val="Normal"/>
    <w:link w:val="TextnBalonCaracter"/>
    <w:rsid w:val="005C21C9"/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link w:val="TextnBalon"/>
    <w:rsid w:val="005C21C9"/>
    <w:rPr>
      <w:rFonts w:ascii="Segoe UI" w:hAnsi="Segoe UI" w:cs="Segoe UI"/>
      <w:sz w:val="18"/>
      <w:szCs w:val="18"/>
      <w:lang w:val="ro-RO" w:eastAsia="de-DE"/>
    </w:rPr>
  </w:style>
  <w:style w:type="paragraph" w:customStyle="1" w:styleId="xl47">
    <w:name w:val="xl47"/>
    <w:basedOn w:val="Normal"/>
    <w:rsid w:val="00F167C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  <w:rPr>
      <w:rFonts w:ascii="Times New Roman" w:hAnsi="Times New Roman"/>
      <w:szCs w:val="20"/>
      <w:lang w:val="fr-FR" w:eastAsia="ro-RO"/>
    </w:rPr>
  </w:style>
  <w:style w:type="paragraph" w:styleId="Listparagraf">
    <w:name w:val="List Paragraph"/>
    <w:aliases w:val="Akapit z listą BS,Outlines a.b.c.,List_Paragraph,Multilevel para_II,Akapit z lista BS,Normal bullet 2,List1"/>
    <w:basedOn w:val="Normal"/>
    <w:uiPriority w:val="34"/>
    <w:qFormat/>
    <w:rsid w:val="00224075"/>
    <w:pPr>
      <w:ind w:left="720"/>
    </w:pPr>
  </w:style>
  <w:style w:type="paragraph" w:customStyle="1" w:styleId="Default">
    <w:name w:val="Default"/>
    <w:rsid w:val="006529BB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en-US" w:eastAsia="en-US"/>
    </w:rPr>
  </w:style>
  <w:style w:type="paragraph" w:customStyle="1" w:styleId="oj-normal">
    <w:name w:val="oj-normal"/>
    <w:basedOn w:val="Normal"/>
    <w:rsid w:val="00DA0B49"/>
    <w:pPr>
      <w:spacing w:before="100" w:beforeAutospacing="1" w:after="100" w:afterAutospacing="1"/>
    </w:pPr>
    <w:rPr>
      <w:rFonts w:ascii="Times New Roman" w:hAnsi="Times New Roman"/>
      <w:lang w:val="en-US" w:eastAsia="en-US"/>
    </w:rPr>
  </w:style>
  <w:style w:type="character" w:customStyle="1" w:styleId="oj-italic">
    <w:name w:val="oj-italic"/>
    <w:rsid w:val="00DA0B49"/>
  </w:style>
  <w:style w:type="character" w:customStyle="1" w:styleId="oj-super">
    <w:name w:val="oj-super"/>
    <w:rsid w:val="00DA0B49"/>
  </w:style>
  <w:style w:type="character" w:customStyle="1" w:styleId="Titlu2Caracter">
    <w:name w:val="Titlu 2 Caracter"/>
    <w:link w:val="Titlu2"/>
    <w:uiPriority w:val="9"/>
    <w:rsid w:val="007C0BD5"/>
    <w:rPr>
      <w:rFonts w:ascii="Arial Narrow" w:hAnsi="Arial Narrow" w:cs="Arial"/>
      <w:b/>
      <w:bCs/>
      <w:i/>
      <w:iCs/>
      <w:sz w:val="28"/>
      <w:szCs w:val="28"/>
      <w:lang w:val="ro-RO" w:eastAsia="de-DE"/>
    </w:rPr>
  </w:style>
  <w:style w:type="character" w:customStyle="1" w:styleId="Titlu4Caracter">
    <w:name w:val="Titlu 4 Caracter"/>
    <w:link w:val="Titlu4"/>
    <w:uiPriority w:val="9"/>
    <w:rsid w:val="0000422F"/>
    <w:rPr>
      <w:rFonts w:ascii="Arial Narrow" w:hAnsi="Arial Narrow"/>
      <w:b/>
      <w:bCs/>
      <w:sz w:val="28"/>
      <w:szCs w:val="28"/>
      <w:lang w:val="ro-RO" w:eastAsia="de-DE"/>
    </w:rPr>
  </w:style>
  <w:style w:type="table" w:styleId="Tabelgril">
    <w:name w:val="Table Grid"/>
    <w:basedOn w:val="TabelNormal"/>
    <w:rsid w:val="00DC4E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erincomentariu">
    <w:name w:val="annotation reference"/>
    <w:rsid w:val="005B4667"/>
    <w:rPr>
      <w:sz w:val="16"/>
      <w:szCs w:val="16"/>
    </w:rPr>
  </w:style>
  <w:style w:type="paragraph" w:styleId="Textcomentariu">
    <w:name w:val="annotation text"/>
    <w:basedOn w:val="Normal"/>
    <w:link w:val="TextcomentariuCaracter"/>
    <w:rsid w:val="005B4667"/>
    <w:rPr>
      <w:sz w:val="20"/>
      <w:szCs w:val="20"/>
    </w:rPr>
  </w:style>
  <w:style w:type="character" w:customStyle="1" w:styleId="TextcomentariuCaracter">
    <w:name w:val="Text comentariu Caracter"/>
    <w:link w:val="Textcomentariu"/>
    <w:rsid w:val="005B4667"/>
    <w:rPr>
      <w:rFonts w:ascii="Arial Narrow" w:hAnsi="Arial Narrow"/>
      <w:lang w:val="ro-RO" w:eastAsia="de-DE"/>
    </w:rPr>
  </w:style>
  <w:style w:type="paragraph" w:styleId="SubiectComentariu">
    <w:name w:val="annotation subject"/>
    <w:basedOn w:val="Textcomentariu"/>
    <w:next w:val="Textcomentariu"/>
    <w:link w:val="SubiectComentariuCaracter"/>
    <w:rsid w:val="005B4667"/>
    <w:rPr>
      <w:b/>
      <w:bCs/>
    </w:rPr>
  </w:style>
  <w:style w:type="character" w:customStyle="1" w:styleId="SubiectComentariuCaracter">
    <w:name w:val="Subiect Comentariu Caracter"/>
    <w:link w:val="SubiectComentariu"/>
    <w:rsid w:val="005B4667"/>
    <w:rPr>
      <w:rFonts w:ascii="Arial Narrow" w:hAnsi="Arial Narrow"/>
      <w:b/>
      <w:bCs/>
      <w:lang w:val="ro-RO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49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3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1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4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hyperlink" Target="mailto:office@adrcentru.ro" TargetMode="External"/><Relationship Id="rId1" Type="http://schemas.openxmlformats.org/officeDocument/2006/relationships/hyperlink" Target="mailto:office@adrcentru.ro" TargetMode="External"/><Relationship Id="rId6" Type="http://schemas.openxmlformats.org/officeDocument/2006/relationships/image" Target="media/image7.jpeg"/><Relationship Id="rId5" Type="http://schemas.openxmlformats.org/officeDocument/2006/relationships/image" Target="media/image3.jpeg"/><Relationship Id="rId4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6.png"/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14r2020\Anwendungsdaten\Microsoft\Vorlagen\Briefkoepfe\Briefkopf_Stk_s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B0E3D0-79D6-4F10-9ACB-1DE5065FD2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Briefkopf_Stk_sw</Template>
  <TotalTime>129</TotalTime>
  <Pages>8</Pages>
  <Words>1316</Words>
  <Characters>8392</Characters>
  <Application>Microsoft Office Word</Application>
  <DocSecurity>0</DocSecurity>
  <Lines>69</Lines>
  <Paragraphs>19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MIBB</Company>
  <LinksUpToDate>false</LinksUpToDate>
  <CharactersWithSpaces>9689</CharactersWithSpaces>
  <SharedDoc>false</SharedDoc>
  <HLinks>
    <vt:vector size="12" baseType="variant">
      <vt:variant>
        <vt:i4>1179685</vt:i4>
      </vt:variant>
      <vt:variant>
        <vt:i4>3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  <vt:variant>
        <vt:i4>1179685</vt:i4>
      </vt:variant>
      <vt:variant>
        <vt:i4>0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Name</dc:creator>
  <cp:keywords/>
  <dc:description/>
  <cp:lastModifiedBy>Lucia Brabete</cp:lastModifiedBy>
  <cp:revision>14</cp:revision>
  <cp:lastPrinted>2022-03-29T08:07:00Z</cp:lastPrinted>
  <dcterms:created xsi:type="dcterms:W3CDTF">2023-08-29T09:49:00Z</dcterms:created>
  <dcterms:modified xsi:type="dcterms:W3CDTF">2024-03-07T13:39:00Z</dcterms:modified>
</cp:coreProperties>
</file>